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340AC" w14:textId="77777777" w:rsidR="00315FC9" w:rsidRDefault="00F638D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PRIJEDLOG IZMJENA I DOPUNA PLANA POKRIVENOSTI NASTAVE ZA SARADNIKE</w:t>
      </w:r>
    </w:p>
    <w:p w14:paraId="2FF340AD" w14:textId="77777777" w:rsidR="00315FC9" w:rsidRDefault="00F638D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FAKULTET/AKADEMIJA </w:t>
      </w:r>
      <w:r>
        <w:rPr>
          <w:rFonts w:ascii="Times New Roman" w:hAnsi="Times New Roman"/>
          <w:b/>
          <w:bCs/>
          <w:sz w:val="24"/>
          <w:szCs w:val="24"/>
          <w:u w:val="single"/>
          <w:lang w:val="bs-Latn-BA"/>
        </w:rPr>
        <w:t>FARMACEUTSKI FAKULTET</w:t>
      </w:r>
    </w:p>
    <w:tbl>
      <w:tblPr>
        <w:tblW w:w="147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790"/>
        <w:gridCol w:w="628"/>
        <w:gridCol w:w="425"/>
        <w:gridCol w:w="2552"/>
        <w:gridCol w:w="567"/>
        <w:gridCol w:w="567"/>
        <w:gridCol w:w="2551"/>
        <w:gridCol w:w="567"/>
        <w:gridCol w:w="579"/>
        <w:gridCol w:w="2504"/>
      </w:tblGrid>
      <w:tr w:rsidR="00315FC9" w14:paraId="2FF340B7" w14:textId="77777777">
        <w:trPr>
          <w:trHeight w:val="546"/>
          <w:jc w:val="center"/>
        </w:trPr>
        <w:tc>
          <w:tcPr>
            <w:tcW w:w="2977" w:type="dxa"/>
            <w:vMerge w:val="restart"/>
            <w:vAlign w:val="center"/>
          </w:tcPr>
          <w:p w14:paraId="2FF340AE" w14:textId="77777777" w:rsidR="00315FC9" w:rsidRDefault="00F63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790" w:type="dxa"/>
            <w:vMerge w:val="restart"/>
            <w:textDirection w:val="btLr"/>
            <w:vAlign w:val="center"/>
          </w:tcPr>
          <w:p w14:paraId="2FF340AF" w14:textId="77777777" w:rsidR="00315FC9" w:rsidRDefault="00F638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God/sem</w:t>
            </w:r>
          </w:p>
        </w:tc>
        <w:tc>
          <w:tcPr>
            <w:tcW w:w="1053" w:type="dxa"/>
            <w:gridSpan w:val="2"/>
          </w:tcPr>
          <w:p w14:paraId="2FF340B0" w14:textId="77777777" w:rsidR="00315FC9" w:rsidRDefault="00F63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686" w:type="dxa"/>
            <w:gridSpan w:val="3"/>
            <w:vAlign w:val="center"/>
          </w:tcPr>
          <w:p w14:paraId="2FF340B1" w14:textId="77777777" w:rsidR="00315FC9" w:rsidRDefault="00F63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3697" w:type="dxa"/>
            <w:gridSpan w:val="3"/>
            <w:vAlign w:val="center"/>
          </w:tcPr>
          <w:p w14:paraId="2FF340B2" w14:textId="77777777" w:rsidR="00315FC9" w:rsidRDefault="00F63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2504" w:type="dxa"/>
            <w:vMerge w:val="restart"/>
          </w:tcPr>
          <w:p w14:paraId="2FF340B3" w14:textId="77777777" w:rsidR="00315FC9" w:rsidRDefault="00315F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2FF340B4" w14:textId="77777777" w:rsidR="00315FC9" w:rsidRDefault="00315F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2FF340B5" w14:textId="77777777" w:rsidR="00315FC9" w:rsidRDefault="00F63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14:paraId="2FF340B6" w14:textId="77777777" w:rsidR="00315FC9" w:rsidRDefault="00F63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:rsidR="00315FC9" w14:paraId="2FF340C3" w14:textId="77777777">
        <w:trPr>
          <w:cantSplit/>
          <w:trHeight w:val="1134"/>
          <w:jc w:val="center"/>
        </w:trPr>
        <w:tc>
          <w:tcPr>
            <w:tcW w:w="2977" w:type="dxa"/>
            <w:vMerge/>
            <w:vAlign w:val="center"/>
          </w:tcPr>
          <w:p w14:paraId="2FF340B8" w14:textId="77777777" w:rsidR="00315FC9" w:rsidRDefault="00315FC9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790" w:type="dxa"/>
            <w:vMerge/>
            <w:vAlign w:val="center"/>
          </w:tcPr>
          <w:p w14:paraId="2FF340B9" w14:textId="77777777" w:rsidR="00315FC9" w:rsidRDefault="00315F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628" w:type="dxa"/>
            <w:textDirection w:val="btLr"/>
          </w:tcPr>
          <w:p w14:paraId="2FF340BA" w14:textId="77777777" w:rsidR="00315FC9" w:rsidRDefault="00F638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P/A/V</w:t>
            </w:r>
          </w:p>
        </w:tc>
        <w:tc>
          <w:tcPr>
            <w:tcW w:w="425" w:type="dxa"/>
            <w:textDirection w:val="btLr"/>
            <w:vAlign w:val="center"/>
          </w:tcPr>
          <w:p w14:paraId="2FF340BB" w14:textId="77777777" w:rsidR="00315FC9" w:rsidRDefault="00F638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sati</w:t>
            </w:r>
          </w:p>
        </w:tc>
        <w:tc>
          <w:tcPr>
            <w:tcW w:w="2552" w:type="dxa"/>
            <w:vAlign w:val="center"/>
          </w:tcPr>
          <w:p w14:paraId="2FF340BC" w14:textId="77777777" w:rsidR="00315FC9" w:rsidRDefault="00F63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567" w:type="dxa"/>
            <w:textDirection w:val="btLr"/>
            <w:vAlign w:val="center"/>
          </w:tcPr>
          <w:p w14:paraId="2FF340BD" w14:textId="77777777" w:rsidR="00315FC9" w:rsidRDefault="00F638D6">
            <w:pPr>
              <w:spacing w:after="0" w:line="20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Vođeno </w:t>
            </w: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br/>
              <w:t>grupa</w:t>
            </w:r>
          </w:p>
        </w:tc>
        <w:tc>
          <w:tcPr>
            <w:tcW w:w="567" w:type="dxa"/>
            <w:textDirection w:val="btLr"/>
            <w:vAlign w:val="center"/>
          </w:tcPr>
          <w:p w14:paraId="2FF340BE" w14:textId="77777777" w:rsidR="00315FC9" w:rsidRDefault="00F638D6">
            <w:pPr>
              <w:spacing w:after="0" w:line="20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Održanih </w:t>
            </w: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br/>
              <w:t>sati</w:t>
            </w:r>
          </w:p>
        </w:tc>
        <w:tc>
          <w:tcPr>
            <w:tcW w:w="2551" w:type="dxa"/>
            <w:vAlign w:val="center"/>
          </w:tcPr>
          <w:p w14:paraId="2FF340BF" w14:textId="77777777" w:rsidR="00315FC9" w:rsidRDefault="00F638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567" w:type="dxa"/>
            <w:textDirection w:val="btLr"/>
            <w:vAlign w:val="center"/>
          </w:tcPr>
          <w:p w14:paraId="2FF340C0" w14:textId="77777777" w:rsidR="00315FC9" w:rsidRDefault="00F638D6">
            <w:pPr>
              <w:spacing w:after="0" w:line="200" w:lineRule="exact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Vođeno grupa</w:t>
            </w:r>
          </w:p>
        </w:tc>
        <w:tc>
          <w:tcPr>
            <w:tcW w:w="579" w:type="dxa"/>
            <w:textDirection w:val="btLr"/>
            <w:vAlign w:val="center"/>
          </w:tcPr>
          <w:p w14:paraId="2FF340C1" w14:textId="77777777" w:rsidR="00315FC9" w:rsidRDefault="00F638D6">
            <w:pPr>
              <w:spacing w:after="0" w:line="200" w:lineRule="exact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Planirani sati</w:t>
            </w:r>
          </w:p>
        </w:tc>
        <w:tc>
          <w:tcPr>
            <w:tcW w:w="2504" w:type="dxa"/>
            <w:vMerge/>
          </w:tcPr>
          <w:p w14:paraId="2FF340C2" w14:textId="77777777" w:rsidR="00315FC9" w:rsidRDefault="00315F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:rsidR="00B81DDD" w14:paraId="2FF3419F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2FF3417F" w14:textId="77777777" w:rsidR="00B81DDD" w:rsidRPr="00AA61E5" w:rsidRDefault="00B81DDD" w:rsidP="00B81D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Biohemija I (MF)</w:t>
            </w:r>
          </w:p>
        </w:tc>
        <w:tc>
          <w:tcPr>
            <w:tcW w:w="790" w:type="dxa"/>
            <w:vAlign w:val="center"/>
          </w:tcPr>
          <w:p w14:paraId="2FF34180" w14:textId="77777777" w:rsidR="00B81DDD" w:rsidRPr="00AA61E5" w:rsidRDefault="00B81DDD" w:rsidP="00B81D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I/II</w:t>
            </w:r>
          </w:p>
        </w:tc>
        <w:tc>
          <w:tcPr>
            <w:tcW w:w="628" w:type="dxa"/>
            <w:textDirection w:val="lrTbV"/>
            <w:vAlign w:val="center"/>
          </w:tcPr>
          <w:p w14:paraId="2FF34181" w14:textId="77777777" w:rsidR="00B81DDD" w:rsidRPr="00AA61E5" w:rsidRDefault="00B81DDD" w:rsidP="00B81D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4/0/2</w:t>
            </w:r>
          </w:p>
        </w:tc>
        <w:tc>
          <w:tcPr>
            <w:tcW w:w="425" w:type="dxa"/>
            <w:textDirection w:val="lrTbV"/>
            <w:vAlign w:val="center"/>
          </w:tcPr>
          <w:p w14:paraId="2FF34182" w14:textId="39C1F772" w:rsidR="00B81DDD" w:rsidRPr="00AA61E5" w:rsidRDefault="00B81DDD" w:rsidP="00B81D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20</w:t>
            </w:r>
          </w:p>
        </w:tc>
        <w:tc>
          <w:tcPr>
            <w:tcW w:w="2552" w:type="dxa"/>
            <w:vAlign w:val="center"/>
          </w:tcPr>
          <w:p w14:paraId="08B37D19" w14:textId="77777777" w:rsidR="004F0F37" w:rsidRPr="00AA61E5" w:rsidRDefault="004F0F37" w:rsidP="004F0F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Alen </w:t>
            </w:r>
            <w:proofErr w:type="spellStart"/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Hatkić</w:t>
            </w:r>
            <w:proofErr w:type="spellEnd"/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v.</w:t>
            </w: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ass</w:t>
            </w:r>
            <w:proofErr w:type="spellEnd"/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.</w:t>
            </w:r>
          </w:p>
          <w:p w14:paraId="68D2DC4E" w14:textId="77777777" w:rsidR="004F0F37" w:rsidRPr="00AA61E5" w:rsidRDefault="004F0F37" w:rsidP="004F0F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Asja Šarić Bečić, </w:t>
            </w:r>
            <w:proofErr w:type="spellStart"/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ass</w:t>
            </w:r>
            <w:proofErr w:type="spellEnd"/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.</w:t>
            </w:r>
          </w:p>
          <w:p w14:paraId="7C5A8D53" w14:textId="77777777" w:rsidR="004F0F37" w:rsidRPr="00AA61E5" w:rsidRDefault="004F0F37" w:rsidP="004F0F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Naida </w:t>
            </w:r>
            <w:proofErr w:type="spellStart"/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Škripić</w:t>
            </w:r>
            <w:proofErr w:type="spellEnd"/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, </w:t>
            </w:r>
            <w:proofErr w:type="spellStart"/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isp</w:t>
            </w:r>
            <w:proofErr w:type="spellEnd"/>
          </w:p>
          <w:p w14:paraId="38ECA60F" w14:textId="77777777" w:rsidR="004F0F37" w:rsidRPr="00AA61E5" w:rsidRDefault="004F0F37" w:rsidP="004F0F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Nadina </w:t>
            </w:r>
            <w:proofErr w:type="spellStart"/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Gazibegović</w:t>
            </w:r>
            <w:proofErr w:type="spellEnd"/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, </w:t>
            </w:r>
            <w:proofErr w:type="spellStart"/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isp</w:t>
            </w:r>
            <w:proofErr w:type="spellEnd"/>
          </w:p>
          <w:p w14:paraId="2FF34186" w14:textId="7FA16EEA" w:rsidR="00B81DDD" w:rsidRPr="00AA61E5" w:rsidRDefault="00B81DDD" w:rsidP="00B81D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2FF34187" w14:textId="4AF15DB6" w:rsidR="00B81DDD" w:rsidRPr="00AA61E5" w:rsidRDefault="00B81DDD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688E96BA" w14:textId="77777777" w:rsidR="004F0F37" w:rsidRDefault="004F0F37" w:rsidP="004F0F37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 </w:t>
            </w:r>
          </w:p>
          <w:p w14:paraId="158A5018" w14:textId="4139596D" w:rsidR="004F0F37" w:rsidRPr="00AA61E5" w:rsidRDefault="004F0F37" w:rsidP="004F0F37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</w:t>
            </w: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2,5</w:t>
            </w:r>
          </w:p>
          <w:p w14:paraId="762F6841" w14:textId="77777777" w:rsidR="004F0F37" w:rsidRPr="00AA61E5" w:rsidRDefault="004F0F37" w:rsidP="004F0F37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2,5</w:t>
            </w:r>
          </w:p>
          <w:p w14:paraId="13BF8704" w14:textId="77777777" w:rsidR="004F0F37" w:rsidRPr="00AA61E5" w:rsidRDefault="004F0F37" w:rsidP="004F0F37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2,5 </w:t>
            </w:r>
          </w:p>
          <w:p w14:paraId="582863CF" w14:textId="35AB729B" w:rsidR="00B81DDD" w:rsidRPr="00AA61E5" w:rsidRDefault="004F0F37" w:rsidP="004F0F37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2,5</w:t>
            </w:r>
          </w:p>
          <w:p w14:paraId="65A82F7D" w14:textId="77777777" w:rsidR="00B81DDD" w:rsidRPr="00AA61E5" w:rsidRDefault="00B81DDD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5B53A5F8" w14:textId="2663A1C9" w:rsidR="00B81DDD" w:rsidRPr="00AA61E5" w:rsidRDefault="00B81DDD" w:rsidP="00B81DDD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2FF34189" w14:textId="5F28F3E0" w:rsidR="00B81DDD" w:rsidRPr="00AA61E5" w:rsidRDefault="00B81DDD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2FF3418A" w14:textId="2089BD1E" w:rsidR="00B81DDD" w:rsidRPr="00AA61E5" w:rsidRDefault="00B81DDD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50288E1A" w14:textId="601B4770" w:rsidR="0096321C" w:rsidRPr="00AA61E5" w:rsidRDefault="004F0F37" w:rsidP="0096321C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</w:t>
            </w:r>
          </w:p>
          <w:p w14:paraId="5A4F51EC" w14:textId="77777777" w:rsidR="00B81DDD" w:rsidRDefault="0096321C" w:rsidP="004F0F37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5</w:t>
            </w:r>
          </w:p>
          <w:p w14:paraId="75DF3B02" w14:textId="77777777" w:rsidR="0096321C" w:rsidRDefault="0096321C" w:rsidP="004F0F37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5</w:t>
            </w:r>
          </w:p>
          <w:p w14:paraId="45B92204" w14:textId="77777777" w:rsidR="0096321C" w:rsidRDefault="0096321C" w:rsidP="004F0F37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5</w:t>
            </w:r>
          </w:p>
          <w:p w14:paraId="121A767D" w14:textId="77777777" w:rsidR="0096321C" w:rsidRDefault="0096321C" w:rsidP="004F0F37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5</w:t>
            </w:r>
          </w:p>
          <w:p w14:paraId="6B34023A" w14:textId="77777777" w:rsidR="0096321C" w:rsidRDefault="0096321C" w:rsidP="0096321C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38439CFA" w14:textId="77777777" w:rsidR="0096321C" w:rsidRDefault="0096321C" w:rsidP="0096321C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2FF3418E" w14:textId="6A5AD921" w:rsidR="0096321C" w:rsidRPr="00AA61E5" w:rsidRDefault="0096321C" w:rsidP="0096321C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2551" w:type="dxa"/>
            <w:vAlign w:val="center"/>
          </w:tcPr>
          <w:p w14:paraId="49AA579E" w14:textId="77777777" w:rsidR="004F0F37" w:rsidRPr="00AA61E5" w:rsidRDefault="004F0F37" w:rsidP="004F0F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Alen </w:t>
            </w:r>
            <w:proofErr w:type="spellStart"/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Hatkić</w:t>
            </w:r>
            <w:proofErr w:type="spellEnd"/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v.</w:t>
            </w: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ass</w:t>
            </w:r>
            <w:proofErr w:type="spellEnd"/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.</w:t>
            </w:r>
          </w:p>
          <w:p w14:paraId="26F0351F" w14:textId="2D71DBF7" w:rsidR="004F0F37" w:rsidRPr="00AA61E5" w:rsidRDefault="004F0F37" w:rsidP="004F0F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Asja Šarić Bečić</w:t>
            </w:r>
          </w:p>
          <w:p w14:paraId="6832AF3D" w14:textId="77777777" w:rsidR="004F0F37" w:rsidRPr="00AA61E5" w:rsidRDefault="004F0F37" w:rsidP="004F0F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Naida </w:t>
            </w:r>
            <w:proofErr w:type="spellStart"/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Škripić</w:t>
            </w:r>
            <w:proofErr w:type="spellEnd"/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, </w:t>
            </w:r>
            <w:proofErr w:type="spellStart"/>
            <w:r w:rsidRPr="00AA61E5">
              <w:rPr>
                <w:rFonts w:ascii="Times New Roman" w:hAnsi="Times New Roman"/>
                <w:sz w:val="18"/>
                <w:szCs w:val="18"/>
                <w:lang w:val="bs-Latn-BA"/>
              </w:rPr>
              <w:t>isp</w:t>
            </w:r>
            <w:proofErr w:type="spellEnd"/>
          </w:p>
          <w:p w14:paraId="49CC551C" w14:textId="77777777" w:rsidR="00B81DDD" w:rsidRDefault="00F3225F" w:rsidP="00F3225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Dr.sc. Monika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Rustemović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Čorbić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isp</w:t>
            </w:r>
            <w:proofErr w:type="spellEnd"/>
          </w:p>
          <w:p w14:paraId="2FF34193" w14:textId="5AA7DB1F" w:rsidR="00EB403C" w:rsidRPr="00AA61E5" w:rsidRDefault="00EB403C" w:rsidP="00F3225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Dejana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Požegić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isp</w:t>
            </w:r>
            <w:proofErr w:type="spellEnd"/>
          </w:p>
        </w:tc>
        <w:tc>
          <w:tcPr>
            <w:tcW w:w="567" w:type="dxa"/>
            <w:textDirection w:val="lrTbV"/>
            <w:vAlign w:val="center"/>
          </w:tcPr>
          <w:p w14:paraId="697E511B" w14:textId="77777777" w:rsidR="00B81DDD" w:rsidRDefault="00F3225F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  <w:p w14:paraId="34F4CB00" w14:textId="77777777" w:rsidR="00F3225F" w:rsidRDefault="00F3225F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  <w:p w14:paraId="0E28CD32" w14:textId="77777777" w:rsidR="00F3225F" w:rsidRDefault="00F3225F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2,5</w:t>
            </w:r>
          </w:p>
          <w:p w14:paraId="0BD6498E" w14:textId="77777777" w:rsidR="00F3225F" w:rsidRDefault="00EB403C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1,5</w:t>
            </w:r>
          </w:p>
          <w:p w14:paraId="47C4FAD4" w14:textId="77777777" w:rsidR="00EB403C" w:rsidRDefault="00EB403C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  <w:p w14:paraId="2FF34198" w14:textId="36D0914C" w:rsidR="00410101" w:rsidRPr="00AA61E5" w:rsidRDefault="00410101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197E66A7" w14:textId="77777777" w:rsidR="00B81DDD" w:rsidRDefault="00F3225F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  <w:p w14:paraId="7A6940FC" w14:textId="77777777" w:rsidR="00F3225F" w:rsidRDefault="00F3225F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  <w:p w14:paraId="7DD61B19" w14:textId="77777777" w:rsidR="00F3225F" w:rsidRDefault="00F3225F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5</w:t>
            </w:r>
          </w:p>
          <w:p w14:paraId="3D480C4A" w14:textId="77777777" w:rsidR="00EB403C" w:rsidRDefault="00EB403C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  <w:p w14:paraId="656A9ABB" w14:textId="77777777" w:rsidR="00EB403C" w:rsidRDefault="00EB403C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  <w:p w14:paraId="2FF3419D" w14:textId="100C4AA1" w:rsidR="00410101" w:rsidRPr="00AA61E5" w:rsidRDefault="00410101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2504" w:type="dxa"/>
            <w:vAlign w:val="center"/>
          </w:tcPr>
          <w:p w14:paraId="7B44E10E" w14:textId="77777777" w:rsidR="00B81DDD" w:rsidRDefault="00B81DDD" w:rsidP="00B81D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Preraspodjela sati vježbi na nastavnim predmetima iz UNO Biohemija zbog:</w:t>
            </w:r>
          </w:p>
          <w:p w14:paraId="7D390B9D" w14:textId="77777777" w:rsidR="00052391" w:rsidRPr="00007D78" w:rsidRDefault="00052391" w:rsidP="00B81D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316BF4B0" w14:textId="345FA790" w:rsidR="009D39E1" w:rsidRPr="00E1248B" w:rsidRDefault="00086949" w:rsidP="00E1248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Isteka izbornog perioda u zvanju asistenta </w:t>
            </w:r>
            <w:r w:rsidR="00C41943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Asje Šarić-Bečić koja je u ljetnom semestru planirana </w:t>
            </w:r>
            <w:r w:rsidR="00E27877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za realizaciju vježbi </w:t>
            </w:r>
            <w:r w:rsidR="009D39E1">
              <w:rPr>
                <w:rFonts w:ascii="Times New Roman" w:hAnsi="Times New Roman"/>
                <w:sz w:val="18"/>
                <w:szCs w:val="18"/>
                <w:lang w:val="bs-Latn-BA"/>
              </w:rPr>
              <w:t>15 sati</w:t>
            </w:r>
            <w:r w:rsidR="00E1248B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, te se u nastavu uvodi kao </w:t>
            </w:r>
            <w:r w:rsidR="00552225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student trećeg ciklusa sa umanjenim </w:t>
            </w:r>
            <w:proofErr w:type="spellStart"/>
            <w:r w:rsidR="00052391">
              <w:rPr>
                <w:rFonts w:ascii="Times New Roman" w:hAnsi="Times New Roman"/>
                <w:sz w:val="18"/>
                <w:szCs w:val="18"/>
                <w:lang w:val="bs-Latn-BA"/>
              </w:rPr>
              <w:t>opterećenjem</w:t>
            </w:r>
            <w:proofErr w:type="spellEnd"/>
            <w:r w:rsidR="00052391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u nastavi </w:t>
            </w:r>
            <w:r w:rsidR="00E1248B" w:rsidRPr="00E1248B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</w:t>
            </w:r>
          </w:p>
          <w:p w14:paraId="6D4C39DC" w14:textId="1DDADAAC" w:rsidR="001619A0" w:rsidRDefault="009D39E1" w:rsidP="009D39E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Nadina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Gazibegović</w:t>
            </w:r>
            <w:proofErr w:type="spellEnd"/>
            <w:r w:rsidR="001619A0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</w:t>
            </w:r>
            <w:proofErr w:type="spellStart"/>
            <w:r w:rsidR="001619A0">
              <w:rPr>
                <w:rFonts w:ascii="Times New Roman" w:hAnsi="Times New Roman"/>
                <w:sz w:val="18"/>
                <w:szCs w:val="18"/>
                <w:lang w:val="bs-Latn-BA"/>
              </w:rPr>
              <w:t>isp</w:t>
            </w:r>
            <w:proofErr w:type="spellEnd"/>
            <w:r w:rsidR="001619A0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odustala od angažmana</w:t>
            </w:r>
          </w:p>
          <w:p w14:paraId="376B0388" w14:textId="77777777" w:rsidR="00A618D4" w:rsidRDefault="00A618D4" w:rsidP="00A618D4">
            <w:pPr>
              <w:tabs>
                <w:tab w:val="left" w:pos="42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23D412CC" w14:textId="77777777" w:rsidR="00A618D4" w:rsidRDefault="00A618D4" w:rsidP="00A618D4">
            <w:pPr>
              <w:tabs>
                <w:tab w:val="left" w:pos="42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2FF3419E" w14:textId="33FD7213" w:rsidR="00B82A9A" w:rsidRPr="00007D78" w:rsidRDefault="00B82A9A" w:rsidP="00734754">
            <w:pPr>
              <w:spacing w:after="0" w:line="240" w:lineRule="auto"/>
              <w:rPr>
                <w:rFonts w:ascii="Times New Roman" w:hAnsi="Times New Roman"/>
                <w:color w:val="EE0000"/>
                <w:sz w:val="18"/>
                <w:szCs w:val="18"/>
                <w:lang w:val="bs-Latn-BA"/>
              </w:rPr>
            </w:pPr>
          </w:p>
        </w:tc>
      </w:tr>
      <w:tr w:rsidR="00B81DDD" w14:paraId="023A54B2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2D8AD571" w14:textId="403B486B" w:rsidR="00B81DDD" w:rsidRPr="00AA61E5" w:rsidRDefault="00B81DDD" w:rsidP="00B81D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Biohemija II (MF)</w:t>
            </w:r>
          </w:p>
        </w:tc>
        <w:tc>
          <w:tcPr>
            <w:tcW w:w="790" w:type="dxa"/>
            <w:vAlign w:val="center"/>
          </w:tcPr>
          <w:p w14:paraId="422B1DFA" w14:textId="23D590D1" w:rsidR="00B81DDD" w:rsidRPr="00AA61E5" w:rsidRDefault="00B81DDD" w:rsidP="00B81D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II/IV</w:t>
            </w:r>
          </w:p>
        </w:tc>
        <w:tc>
          <w:tcPr>
            <w:tcW w:w="628" w:type="dxa"/>
            <w:textDirection w:val="lrTbV"/>
            <w:vAlign w:val="center"/>
          </w:tcPr>
          <w:p w14:paraId="0B29D611" w14:textId="19CFB2C3" w:rsidR="00B81DDD" w:rsidRPr="00AA61E5" w:rsidRDefault="00B81DDD" w:rsidP="00B81D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4/0/2</w:t>
            </w:r>
          </w:p>
        </w:tc>
        <w:tc>
          <w:tcPr>
            <w:tcW w:w="425" w:type="dxa"/>
            <w:textDirection w:val="lrTbV"/>
            <w:vAlign w:val="center"/>
          </w:tcPr>
          <w:p w14:paraId="5F060046" w14:textId="1BD287D9" w:rsidR="00B81DDD" w:rsidRPr="00AA61E5" w:rsidRDefault="00B81DDD" w:rsidP="00B81D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22</w:t>
            </w:r>
          </w:p>
        </w:tc>
        <w:tc>
          <w:tcPr>
            <w:tcW w:w="2552" w:type="dxa"/>
            <w:vAlign w:val="center"/>
          </w:tcPr>
          <w:p w14:paraId="0A0D3E1C" w14:textId="77777777" w:rsidR="00D17804" w:rsidRPr="00443967" w:rsidRDefault="00D17804" w:rsidP="00D17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443967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Alen </w:t>
            </w:r>
            <w:proofErr w:type="spellStart"/>
            <w:r w:rsidRPr="00443967">
              <w:rPr>
                <w:rFonts w:ascii="Times New Roman" w:hAnsi="Times New Roman"/>
                <w:sz w:val="18"/>
                <w:szCs w:val="18"/>
                <w:lang w:val="bs-Latn-BA"/>
              </w:rPr>
              <w:t>Hatkić</w:t>
            </w:r>
            <w:proofErr w:type="spellEnd"/>
            <w:r w:rsidRPr="00443967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, </w:t>
            </w:r>
            <w:proofErr w:type="spellStart"/>
            <w:r w:rsidRPr="00443967">
              <w:rPr>
                <w:rFonts w:ascii="Times New Roman" w:hAnsi="Times New Roman"/>
                <w:sz w:val="18"/>
                <w:szCs w:val="18"/>
                <w:lang w:val="bs-Latn-BA"/>
              </w:rPr>
              <w:t>v.ass</w:t>
            </w:r>
            <w:proofErr w:type="spellEnd"/>
            <w:r w:rsidRPr="00443967">
              <w:rPr>
                <w:rFonts w:ascii="Times New Roman" w:hAnsi="Times New Roman"/>
                <w:sz w:val="18"/>
                <w:szCs w:val="18"/>
                <w:lang w:val="bs-Latn-BA"/>
              </w:rPr>
              <w:t>.</w:t>
            </w:r>
          </w:p>
          <w:p w14:paraId="39145F23" w14:textId="77777777" w:rsidR="00D17804" w:rsidRDefault="00D17804" w:rsidP="00D17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443967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Asja Šarić Bečić, </w:t>
            </w:r>
            <w:proofErr w:type="spellStart"/>
            <w:r w:rsidRPr="00443967">
              <w:rPr>
                <w:rFonts w:ascii="Times New Roman" w:hAnsi="Times New Roman"/>
                <w:sz w:val="18"/>
                <w:szCs w:val="18"/>
                <w:lang w:val="bs-Latn-BA"/>
              </w:rPr>
              <w:t>ass</w:t>
            </w:r>
            <w:proofErr w:type="spellEnd"/>
          </w:p>
          <w:p w14:paraId="5D928693" w14:textId="77777777" w:rsidR="00D17804" w:rsidRPr="00443967" w:rsidRDefault="00D17804" w:rsidP="00D17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Zerina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Mujić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ass</w:t>
            </w:r>
            <w:proofErr w:type="spellEnd"/>
          </w:p>
          <w:p w14:paraId="59418C78" w14:textId="77777777" w:rsidR="00D17804" w:rsidRDefault="00D17804" w:rsidP="00D17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443967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Selma Smajić, </w:t>
            </w:r>
            <w:proofErr w:type="spellStart"/>
            <w:r w:rsidRPr="00443967">
              <w:rPr>
                <w:rFonts w:ascii="Times New Roman" w:hAnsi="Times New Roman"/>
                <w:sz w:val="18"/>
                <w:szCs w:val="18"/>
                <w:lang w:val="bs-Latn-BA"/>
              </w:rPr>
              <w:t>isp</w:t>
            </w:r>
            <w:proofErr w:type="spellEnd"/>
            <w:r w:rsidRPr="00443967">
              <w:rPr>
                <w:rFonts w:ascii="Times New Roman" w:hAnsi="Times New Roman"/>
                <w:sz w:val="18"/>
                <w:szCs w:val="18"/>
                <w:lang w:val="bs-Latn-BA"/>
              </w:rPr>
              <w:t>.</w:t>
            </w:r>
          </w:p>
          <w:p w14:paraId="04455CD1" w14:textId="42B6B3FB" w:rsidR="00B81DDD" w:rsidRPr="00AA61E5" w:rsidRDefault="00D17804" w:rsidP="00D17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Kristina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Duspara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isp</w:t>
            </w:r>
            <w:proofErr w:type="spellEnd"/>
          </w:p>
        </w:tc>
        <w:tc>
          <w:tcPr>
            <w:tcW w:w="567" w:type="dxa"/>
            <w:textDirection w:val="lrTbV"/>
            <w:vAlign w:val="center"/>
          </w:tcPr>
          <w:p w14:paraId="28422272" w14:textId="77777777" w:rsidR="00D17804" w:rsidRDefault="00D17804" w:rsidP="00D17804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  <w:p w14:paraId="0C303E9E" w14:textId="77777777" w:rsidR="00D17804" w:rsidRDefault="00D17804" w:rsidP="00D17804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  <w:p w14:paraId="31DEE6A7" w14:textId="77777777" w:rsidR="00D17804" w:rsidRDefault="00D17804" w:rsidP="00D17804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0,5</w:t>
            </w:r>
          </w:p>
          <w:p w14:paraId="4F43516F" w14:textId="77777777" w:rsidR="00D17804" w:rsidRDefault="00D17804" w:rsidP="00D17804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  <w:p w14:paraId="754682E0" w14:textId="77777777" w:rsidR="00B81DDD" w:rsidRDefault="00D17804" w:rsidP="007E39B1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2,5</w:t>
            </w:r>
          </w:p>
          <w:p w14:paraId="74067A2A" w14:textId="6497F513" w:rsidR="007E39B1" w:rsidRPr="00AA61E5" w:rsidRDefault="007E39B1" w:rsidP="00D17804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6C05140F" w14:textId="77777777" w:rsidR="00D17804" w:rsidRDefault="00D17804" w:rsidP="00D17804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6</w:t>
            </w:r>
          </w:p>
          <w:p w14:paraId="19DF6396" w14:textId="77777777" w:rsidR="00D17804" w:rsidRDefault="00D17804" w:rsidP="00D17804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  <w:p w14:paraId="29FC26C5" w14:textId="77777777" w:rsidR="00D17804" w:rsidRDefault="00D17804" w:rsidP="00D17804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</w:p>
          <w:p w14:paraId="49680CA9" w14:textId="77777777" w:rsidR="00D17804" w:rsidRDefault="00D17804" w:rsidP="00D17804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6</w:t>
            </w:r>
          </w:p>
          <w:p w14:paraId="37BA98F8" w14:textId="77777777" w:rsidR="00D17804" w:rsidRDefault="00D17804" w:rsidP="00D17804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5</w:t>
            </w:r>
          </w:p>
          <w:p w14:paraId="37899EF6" w14:textId="36842BF7" w:rsidR="00B81DDD" w:rsidRPr="00AA61E5" w:rsidRDefault="00B81DDD" w:rsidP="00D17804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2551" w:type="dxa"/>
            <w:vAlign w:val="center"/>
          </w:tcPr>
          <w:p w14:paraId="795FB66F" w14:textId="77777777" w:rsidR="00D17804" w:rsidRPr="00443967" w:rsidRDefault="00D17804" w:rsidP="00D17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443967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Alen </w:t>
            </w:r>
            <w:proofErr w:type="spellStart"/>
            <w:r w:rsidRPr="00443967">
              <w:rPr>
                <w:rFonts w:ascii="Times New Roman" w:hAnsi="Times New Roman"/>
                <w:sz w:val="18"/>
                <w:szCs w:val="18"/>
                <w:lang w:val="bs-Latn-BA"/>
              </w:rPr>
              <w:t>Hatkić</w:t>
            </w:r>
            <w:proofErr w:type="spellEnd"/>
            <w:r w:rsidRPr="00443967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, </w:t>
            </w:r>
            <w:proofErr w:type="spellStart"/>
            <w:r w:rsidRPr="00443967">
              <w:rPr>
                <w:rFonts w:ascii="Times New Roman" w:hAnsi="Times New Roman"/>
                <w:sz w:val="18"/>
                <w:szCs w:val="18"/>
                <w:lang w:val="bs-Latn-BA"/>
              </w:rPr>
              <w:t>v.ass</w:t>
            </w:r>
            <w:proofErr w:type="spellEnd"/>
            <w:r w:rsidRPr="00443967">
              <w:rPr>
                <w:rFonts w:ascii="Times New Roman" w:hAnsi="Times New Roman"/>
                <w:sz w:val="18"/>
                <w:szCs w:val="18"/>
                <w:lang w:val="bs-Latn-BA"/>
              </w:rPr>
              <w:t>.</w:t>
            </w:r>
          </w:p>
          <w:p w14:paraId="67E6B56F" w14:textId="7415B8B1" w:rsidR="00D17804" w:rsidRDefault="00D17804" w:rsidP="00D17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443967">
              <w:rPr>
                <w:rFonts w:ascii="Times New Roman" w:hAnsi="Times New Roman"/>
                <w:sz w:val="18"/>
                <w:szCs w:val="18"/>
                <w:lang w:val="bs-Latn-BA"/>
              </w:rPr>
              <w:t>Asja Šarić Bečić</w:t>
            </w:r>
          </w:p>
          <w:p w14:paraId="4D2C09EC" w14:textId="77777777" w:rsidR="00D17804" w:rsidRDefault="00D17804" w:rsidP="00D17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443967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Selma Smajić, </w:t>
            </w:r>
            <w:proofErr w:type="spellStart"/>
            <w:r w:rsidRPr="00443967">
              <w:rPr>
                <w:rFonts w:ascii="Times New Roman" w:hAnsi="Times New Roman"/>
                <w:sz w:val="18"/>
                <w:szCs w:val="18"/>
                <w:lang w:val="bs-Latn-BA"/>
              </w:rPr>
              <w:t>isp</w:t>
            </w:r>
            <w:proofErr w:type="spellEnd"/>
            <w:r w:rsidRPr="00443967">
              <w:rPr>
                <w:rFonts w:ascii="Times New Roman" w:hAnsi="Times New Roman"/>
                <w:sz w:val="18"/>
                <w:szCs w:val="18"/>
                <w:lang w:val="bs-Latn-BA"/>
              </w:rPr>
              <w:t>.</w:t>
            </w:r>
          </w:p>
          <w:p w14:paraId="33F82660" w14:textId="77777777" w:rsidR="00B81DDD" w:rsidRDefault="00D17804" w:rsidP="00D17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Kristina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Duspara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isp</w:t>
            </w:r>
            <w:proofErr w:type="spellEnd"/>
          </w:p>
          <w:p w14:paraId="35A40707" w14:textId="2D85821F" w:rsidR="009104F9" w:rsidRPr="00AA61E5" w:rsidRDefault="009104F9" w:rsidP="00D17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1BDCC004" w14:textId="77777777" w:rsidR="00B81DDD" w:rsidRDefault="009104F9" w:rsidP="00B81DDD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3,5</w:t>
            </w:r>
          </w:p>
          <w:p w14:paraId="5945614C" w14:textId="77777777" w:rsidR="009104F9" w:rsidRDefault="009104F9" w:rsidP="00B81DDD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  <w:p w14:paraId="5FB5AD2F" w14:textId="77777777" w:rsidR="009104F9" w:rsidRDefault="009104F9" w:rsidP="00B81DDD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  <w:p w14:paraId="247DEA24" w14:textId="77777777" w:rsidR="009104F9" w:rsidRDefault="009104F9" w:rsidP="00B81DDD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2,5</w:t>
            </w:r>
          </w:p>
          <w:p w14:paraId="70AE7234" w14:textId="210D90CC" w:rsidR="004B798C" w:rsidRPr="00AA61E5" w:rsidRDefault="004B798C" w:rsidP="00B81DDD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339C1398" w14:textId="77777777" w:rsidR="00B81DDD" w:rsidRDefault="009104F9" w:rsidP="00D17804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7</w:t>
            </w:r>
          </w:p>
          <w:p w14:paraId="6FC255C1" w14:textId="77777777" w:rsidR="009104F9" w:rsidRDefault="009104F9" w:rsidP="00D17804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  <w:p w14:paraId="4F3A3434" w14:textId="77777777" w:rsidR="009104F9" w:rsidRDefault="009104F9" w:rsidP="00D17804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6</w:t>
            </w:r>
          </w:p>
          <w:p w14:paraId="53E35FBF" w14:textId="77777777" w:rsidR="009104F9" w:rsidRDefault="009104F9" w:rsidP="00D17804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5</w:t>
            </w:r>
          </w:p>
          <w:p w14:paraId="6F602CD9" w14:textId="06F1928D" w:rsidR="004B798C" w:rsidRPr="00AA61E5" w:rsidRDefault="004B798C" w:rsidP="00D17804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2504" w:type="dxa"/>
            <w:vAlign w:val="center"/>
          </w:tcPr>
          <w:p w14:paraId="4A4270DF" w14:textId="77777777" w:rsidR="00B81DDD" w:rsidRPr="00007D78" w:rsidRDefault="00B81DDD" w:rsidP="00B81D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Preraspodjela sati vježbi na nastavnim predmetima iz UNO Biohemija zbog:</w:t>
            </w:r>
          </w:p>
          <w:p w14:paraId="57A579B1" w14:textId="4F707218" w:rsidR="00B81DDD" w:rsidRPr="00007D78" w:rsidRDefault="00DE6E84" w:rsidP="007C33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Osiguranja maksimalnog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opterećenja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</w:t>
            </w:r>
            <w:r w:rsidR="002C3C76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asistentice Zerine </w:t>
            </w:r>
            <w:proofErr w:type="spellStart"/>
            <w:r w:rsidR="002C3C76">
              <w:rPr>
                <w:rFonts w:ascii="Times New Roman" w:hAnsi="Times New Roman"/>
                <w:sz w:val="18"/>
                <w:szCs w:val="18"/>
                <w:lang w:val="bs-Latn-BA"/>
              </w:rPr>
              <w:t>Mujić</w:t>
            </w:r>
            <w:proofErr w:type="spellEnd"/>
            <w:r w:rsidR="002C3C76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na </w:t>
            </w:r>
            <w:r w:rsidR="00E376F0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UNO Farmaceutska </w:t>
            </w:r>
            <w:r w:rsidR="0043572E">
              <w:rPr>
                <w:rFonts w:ascii="Times New Roman" w:hAnsi="Times New Roman"/>
                <w:sz w:val="18"/>
                <w:szCs w:val="18"/>
                <w:lang w:val="bs-Latn-BA"/>
              </w:rPr>
              <w:t>a</w:t>
            </w:r>
            <w:r w:rsidR="00E376F0">
              <w:rPr>
                <w:rFonts w:ascii="Times New Roman" w:hAnsi="Times New Roman"/>
                <w:sz w:val="18"/>
                <w:szCs w:val="18"/>
                <w:lang w:val="bs-Latn-BA"/>
              </w:rPr>
              <w:t>nalitika iz oblasti izbora</w:t>
            </w:r>
            <w:r w:rsidR="00D80782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i izbor višeg asistenta u nastavno zvanje docenta </w:t>
            </w:r>
          </w:p>
        </w:tc>
      </w:tr>
      <w:tr w:rsidR="006E63EC" w14:paraId="5226928C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3E2EE0D5" w14:textId="6A822E6E" w:rsidR="006E63EC" w:rsidRDefault="006E63EC" w:rsidP="00B81D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lastRenderedPageBreak/>
              <w:t>Biohemija (</w:t>
            </w:r>
            <w:proofErr w:type="spellStart"/>
            <w:r w:rsidR="002F683C">
              <w:rPr>
                <w:rFonts w:ascii="Times New Roman" w:hAnsi="Times New Roman"/>
                <w:sz w:val="18"/>
                <w:szCs w:val="18"/>
                <w:lang w:val="bs-Latn-BA"/>
              </w:rPr>
              <w:t>Kozmetologija</w:t>
            </w:r>
            <w:proofErr w:type="spellEnd"/>
            <w:r w:rsidR="002F683C">
              <w:rPr>
                <w:rFonts w:ascii="Times New Roman" w:hAnsi="Times New Roman"/>
                <w:sz w:val="18"/>
                <w:szCs w:val="18"/>
                <w:lang w:val="bs-Latn-BA"/>
              </w:rPr>
              <w:t>)</w:t>
            </w:r>
          </w:p>
        </w:tc>
        <w:tc>
          <w:tcPr>
            <w:tcW w:w="790" w:type="dxa"/>
            <w:vAlign w:val="center"/>
          </w:tcPr>
          <w:p w14:paraId="27741230" w14:textId="1D244FAE" w:rsidR="006E63EC" w:rsidRDefault="002F683C" w:rsidP="00B81D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I/II</w:t>
            </w:r>
          </w:p>
        </w:tc>
        <w:tc>
          <w:tcPr>
            <w:tcW w:w="628" w:type="dxa"/>
            <w:textDirection w:val="lrTbV"/>
            <w:vAlign w:val="center"/>
          </w:tcPr>
          <w:p w14:paraId="2AEA87DE" w14:textId="539BED4A" w:rsidR="006E63EC" w:rsidRDefault="002F683C" w:rsidP="00B81D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3/0/2</w:t>
            </w:r>
          </w:p>
        </w:tc>
        <w:tc>
          <w:tcPr>
            <w:tcW w:w="425" w:type="dxa"/>
            <w:textDirection w:val="lrTbV"/>
            <w:vAlign w:val="center"/>
          </w:tcPr>
          <w:p w14:paraId="026B0D9E" w14:textId="1FEB0B73" w:rsidR="006E63EC" w:rsidRDefault="002F683C" w:rsidP="00B81D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2" w:type="dxa"/>
            <w:vAlign w:val="center"/>
          </w:tcPr>
          <w:p w14:paraId="5FF62231" w14:textId="055E597D" w:rsidR="006E63EC" w:rsidRPr="00443967" w:rsidRDefault="002F683C" w:rsidP="00B81D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Asja Šarić Bečić</w:t>
            </w:r>
            <w:r w:rsidR="00C75BCE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</w:t>
            </w:r>
            <w:proofErr w:type="spellStart"/>
            <w:r w:rsidR="00C75BCE">
              <w:rPr>
                <w:rFonts w:ascii="Times New Roman" w:hAnsi="Times New Roman"/>
                <w:sz w:val="18"/>
                <w:szCs w:val="18"/>
                <w:lang w:val="bs-Latn-BA"/>
              </w:rPr>
              <w:t>ass</w:t>
            </w:r>
            <w:proofErr w:type="spellEnd"/>
          </w:p>
        </w:tc>
        <w:tc>
          <w:tcPr>
            <w:tcW w:w="567" w:type="dxa"/>
            <w:textDirection w:val="lrTbV"/>
            <w:vAlign w:val="center"/>
          </w:tcPr>
          <w:p w14:paraId="008A89B3" w14:textId="53BB3CC5" w:rsidR="006E63EC" w:rsidRDefault="00C75BCE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567" w:type="dxa"/>
            <w:textDirection w:val="lrTbV"/>
            <w:vAlign w:val="center"/>
          </w:tcPr>
          <w:p w14:paraId="5DD13E9D" w14:textId="51173DB0" w:rsidR="006E63EC" w:rsidRDefault="00C75BCE" w:rsidP="00B81DDD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1" w:type="dxa"/>
            <w:vAlign w:val="center"/>
          </w:tcPr>
          <w:p w14:paraId="3F5BFBC8" w14:textId="512FD809" w:rsidR="006E63EC" w:rsidRPr="00443967" w:rsidRDefault="00C75BCE" w:rsidP="00B81D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Dr.sc. Monika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Rustemović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Čorbić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isp</w:t>
            </w:r>
            <w:proofErr w:type="spellEnd"/>
          </w:p>
        </w:tc>
        <w:tc>
          <w:tcPr>
            <w:tcW w:w="567" w:type="dxa"/>
            <w:textDirection w:val="lrTbV"/>
            <w:vAlign w:val="center"/>
          </w:tcPr>
          <w:p w14:paraId="46D6F86E" w14:textId="745B3CDF" w:rsidR="006E63EC" w:rsidRDefault="004C6B0C" w:rsidP="00B81DDD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579" w:type="dxa"/>
            <w:textDirection w:val="lrTbV"/>
            <w:vAlign w:val="center"/>
          </w:tcPr>
          <w:p w14:paraId="40056675" w14:textId="6B3B2BD3" w:rsidR="006E63EC" w:rsidRDefault="004C6B0C" w:rsidP="00B81DDD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04" w:type="dxa"/>
            <w:vAlign w:val="center"/>
          </w:tcPr>
          <w:p w14:paraId="2A15B62A" w14:textId="77777777" w:rsidR="00341626" w:rsidRDefault="00341626" w:rsidP="0034162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>Preraspodjela sati vježbi na nastavnim predmetima iz UNO Biohemija zbog:</w:t>
            </w:r>
          </w:p>
          <w:p w14:paraId="1DFA37A3" w14:textId="77777777" w:rsidR="00341626" w:rsidRPr="00007D78" w:rsidRDefault="00341626" w:rsidP="0034162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23351B8B" w14:textId="77777777" w:rsidR="00341626" w:rsidRPr="00E1248B" w:rsidRDefault="00341626" w:rsidP="0034162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Isteka izbornog perioda u zvanju asistenta Asje Šarić-Bečić koja je u ljetnom semestru planirana za realizaciju vježbi 15 sati, te se u nastavu uvodi kao student trećeg ciklusa sa umanjenim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opterećenjem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u nastavi </w:t>
            </w:r>
            <w:r w:rsidRPr="00E1248B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</w:t>
            </w:r>
          </w:p>
          <w:p w14:paraId="2A386FD2" w14:textId="43391D74" w:rsidR="006E63EC" w:rsidRPr="00007D78" w:rsidRDefault="006E63EC" w:rsidP="00B81D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</w:tr>
      <w:tr w:rsidR="0068785F" w14:paraId="01A93C25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146D962E" w14:textId="49E40336" w:rsidR="0068785F" w:rsidRDefault="0068785F" w:rsidP="00B81D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Instrumentalna</w:t>
            </w:r>
            <w:r w:rsidR="001967B1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farmaceutska analiza</w:t>
            </w:r>
          </w:p>
        </w:tc>
        <w:tc>
          <w:tcPr>
            <w:tcW w:w="790" w:type="dxa"/>
            <w:vAlign w:val="center"/>
          </w:tcPr>
          <w:p w14:paraId="4B27276B" w14:textId="352653D4" w:rsidR="0068785F" w:rsidRDefault="00CD54CB" w:rsidP="00B81D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II</w:t>
            </w:r>
            <w:r w:rsidR="00CC7A73">
              <w:rPr>
                <w:rFonts w:ascii="Times New Roman" w:hAnsi="Times New Roman"/>
                <w:sz w:val="18"/>
                <w:szCs w:val="18"/>
                <w:lang w:val="bs-Latn-BA"/>
              </w:rPr>
              <w:t>/</w:t>
            </w:r>
            <w:r w:rsidR="00DB5246">
              <w:rPr>
                <w:rFonts w:ascii="Times New Roman" w:hAnsi="Times New Roman"/>
                <w:sz w:val="18"/>
                <w:szCs w:val="18"/>
                <w:lang w:val="bs-Latn-BA"/>
              </w:rPr>
              <w:t>IV</w:t>
            </w:r>
          </w:p>
        </w:tc>
        <w:tc>
          <w:tcPr>
            <w:tcW w:w="628" w:type="dxa"/>
            <w:textDirection w:val="lrTbV"/>
            <w:vAlign w:val="center"/>
          </w:tcPr>
          <w:p w14:paraId="3820235D" w14:textId="5EE8A13E" w:rsidR="0068785F" w:rsidRDefault="00DB5246" w:rsidP="00B81D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3/0/2</w:t>
            </w:r>
          </w:p>
        </w:tc>
        <w:tc>
          <w:tcPr>
            <w:tcW w:w="425" w:type="dxa"/>
            <w:textDirection w:val="lrTbV"/>
            <w:vAlign w:val="center"/>
          </w:tcPr>
          <w:p w14:paraId="43F98B6A" w14:textId="3C115366" w:rsidR="0068785F" w:rsidRDefault="00CB027E" w:rsidP="00B81D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6</w:t>
            </w:r>
          </w:p>
        </w:tc>
        <w:tc>
          <w:tcPr>
            <w:tcW w:w="2552" w:type="dxa"/>
            <w:vAlign w:val="center"/>
          </w:tcPr>
          <w:p w14:paraId="462399BE" w14:textId="77777777" w:rsidR="0068785F" w:rsidRDefault="00201892" w:rsidP="00B81D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Zerina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Mujić,ass</w:t>
            </w:r>
            <w:proofErr w:type="spellEnd"/>
          </w:p>
          <w:p w14:paraId="5766392C" w14:textId="5CB93D34" w:rsidR="00201892" w:rsidRDefault="00201892" w:rsidP="00B81D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Halid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Junuzović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v.ass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.</w:t>
            </w:r>
          </w:p>
        </w:tc>
        <w:tc>
          <w:tcPr>
            <w:tcW w:w="567" w:type="dxa"/>
            <w:textDirection w:val="lrTbV"/>
            <w:vAlign w:val="center"/>
          </w:tcPr>
          <w:p w14:paraId="04F3C22F" w14:textId="77777777" w:rsidR="0068785F" w:rsidRDefault="00201892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1,5</w:t>
            </w:r>
          </w:p>
          <w:p w14:paraId="07AC3AC2" w14:textId="53BFA2BE" w:rsidR="00201892" w:rsidRDefault="00201892" w:rsidP="00B81DDD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1,5</w:t>
            </w:r>
          </w:p>
        </w:tc>
        <w:tc>
          <w:tcPr>
            <w:tcW w:w="567" w:type="dxa"/>
            <w:textDirection w:val="lrTbV"/>
            <w:vAlign w:val="center"/>
          </w:tcPr>
          <w:p w14:paraId="128F195F" w14:textId="77777777" w:rsidR="0068785F" w:rsidRDefault="00201892" w:rsidP="00B81DDD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  <w:p w14:paraId="7556DBEC" w14:textId="16CCFBA0" w:rsidR="00201892" w:rsidRDefault="00201892" w:rsidP="00B81DDD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</w:tc>
        <w:tc>
          <w:tcPr>
            <w:tcW w:w="2551" w:type="dxa"/>
            <w:vAlign w:val="center"/>
          </w:tcPr>
          <w:p w14:paraId="7F51DC0F" w14:textId="77777777" w:rsidR="0068785F" w:rsidRDefault="002E6101" w:rsidP="00B81D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2E6101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Zerina </w:t>
            </w:r>
            <w:proofErr w:type="spellStart"/>
            <w:r w:rsidRPr="002E6101">
              <w:rPr>
                <w:rFonts w:ascii="Times New Roman" w:hAnsi="Times New Roman"/>
                <w:sz w:val="18"/>
                <w:szCs w:val="18"/>
                <w:lang w:val="bs-Latn-BA"/>
              </w:rPr>
              <w:t>Mujić,ass</w:t>
            </w:r>
            <w:proofErr w:type="spellEnd"/>
          </w:p>
          <w:p w14:paraId="203FD676" w14:textId="04360E5E" w:rsidR="002E6101" w:rsidRDefault="002E6101" w:rsidP="00B81D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Arnela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Halilčević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ass</w:t>
            </w:r>
            <w:proofErr w:type="spellEnd"/>
          </w:p>
        </w:tc>
        <w:tc>
          <w:tcPr>
            <w:tcW w:w="567" w:type="dxa"/>
            <w:textDirection w:val="lrTbV"/>
            <w:vAlign w:val="center"/>
          </w:tcPr>
          <w:p w14:paraId="0CD34236" w14:textId="77777777" w:rsidR="0068785F" w:rsidRDefault="003B3E4E" w:rsidP="00B81DDD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  <w:p w14:paraId="4C132BBB" w14:textId="1F9FC505" w:rsidR="003B3E4E" w:rsidRDefault="003B3E4E" w:rsidP="00B81DDD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579" w:type="dxa"/>
            <w:textDirection w:val="lrTbV"/>
            <w:vAlign w:val="center"/>
          </w:tcPr>
          <w:p w14:paraId="55C284DD" w14:textId="77777777" w:rsidR="0068785F" w:rsidRDefault="003B3E4E" w:rsidP="00B81DDD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  <w:p w14:paraId="16818DFC" w14:textId="7A5404EA" w:rsidR="003B3E4E" w:rsidRDefault="003B3E4E" w:rsidP="00B81DDD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04" w:type="dxa"/>
            <w:vAlign w:val="center"/>
          </w:tcPr>
          <w:p w14:paraId="17DAE002" w14:textId="54A94880" w:rsidR="00341626" w:rsidRPr="00007D78" w:rsidRDefault="00341626" w:rsidP="0034162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Preraspodjela sati vježbi na nastavnim predmetima iz UNO </w:t>
            </w: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Farmaceutska analitika </w:t>
            </w: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zbog:</w:t>
            </w:r>
          </w:p>
          <w:p w14:paraId="23C7DFBA" w14:textId="77777777" w:rsidR="00C54A10" w:rsidRDefault="00341626" w:rsidP="00C54A10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C54A10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Osiguranja maksimalnog </w:t>
            </w:r>
            <w:proofErr w:type="spellStart"/>
            <w:r w:rsidRPr="00C54A10">
              <w:rPr>
                <w:rFonts w:ascii="Times New Roman" w:hAnsi="Times New Roman"/>
                <w:sz w:val="18"/>
                <w:szCs w:val="18"/>
                <w:lang w:val="bs-Latn-BA"/>
              </w:rPr>
              <w:t>opterećenja</w:t>
            </w:r>
            <w:proofErr w:type="spellEnd"/>
            <w:r w:rsidRPr="00C54A10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asistentice Zerine </w:t>
            </w:r>
            <w:proofErr w:type="spellStart"/>
            <w:r w:rsidRPr="00C54A10">
              <w:rPr>
                <w:rFonts w:ascii="Times New Roman" w:hAnsi="Times New Roman"/>
                <w:sz w:val="18"/>
                <w:szCs w:val="18"/>
                <w:lang w:val="bs-Latn-BA"/>
              </w:rPr>
              <w:t>Mujić</w:t>
            </w:r>
            <w:proofErr w:type="spellEnd"/>
            <w:r w:rsidRPr="00C54A10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na UNO Farmaceutska analitika iz oblasti izbora </w:t>
            </w:r>
          </w:p>
          <w:p w14:paraId="0330C95A" w14:textId="1606F3E9" w:rsidR="0068785F" w:rsidRPr="00C54A10" w:rsidRDefault="0043572E" w:rsidP="00C54A10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C54A10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- </w:t>
            </w:r>
            <w:r w:rsidR="00341626" w:rsidRPr="00C54A10">
              <w:rPr>
                <w:rFonts w:ascii="Times New Roman" w:hAnsi="Times New Roman"/>
                <w:sz w:val="18"/>
                <w:szCs w:val="18"/>
                <w:lang w:val="bs-Latn-BA"/>
              </w:rPr>
              <w:t>izbor</w:t>
            </w:r>
            <w:r w:rsidRPr="00C54A10">
              <w:rPr>
                <w:rFonts w:ascii="Times New Roman" w:hAnsi="Times New Roman"/>
                <w:sz w:val="18"/>
                <w:szCs w:val="18"/>
                <w:lang w:val="bs-Latn-BA"/>
              </w:rPr>
              <w:t>a</w:t>
            </w:r>
            <w:r w:rsidR="00341626" w:rsidRPr="00C54A10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višeg asistenta u nastavno zvanje docenta</w:t>
            </w:r>
          </w:p>
        </w:tc>
      </w:tr>
      <w:tr w:rsidR="00EC5322" w14:paraId="2454D8C6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367186EF" w14:textId="6C7CCF59" w:rsidR="00EC5322" w:rsidRDefault="00EC5322" w:rsidP="008346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Farma</w:t>
            </w:r>
            <w:r w:rsidR="004A1C16">
              <w:rPr>
                <w:rFonts w:ascii="Times New Roman" w:hAnsi="Times New Roman"/>
                <w:sz w:val="18"/>
                <w:szCs w:val="18"/>
                <w:lang w:val="bs-Latn-BA"/>
              </w:rPr>
              <w:t>ceutska botanika</w:t>
            </w:r>
          </w:p>
        </w:tc>
        <w:tc>
          <w:tcPr>
            <w:tcW w:w="790" w:type="dxa"/>
            <w:vAlign w:val="center"/>
          </w:tcPr>
          <w:p w14:paraId="3C525B36" w14:textId="2C3F3ABB" w:rsidR="00EC5322" w:rsidRDefault="00586989" w:rsidP="008346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II/IV</w:t>
            </w:r>
          </w:p>
        </w:tc>
        <w:tc>
          <w:tcPr>
            <w:tcW w:w="628" w:type="dxa"/>
            <w:textDirection w:val="lrTbV"/>
            <w:vAlign w:val="center"/>
          </w:tcPr>
          <w:p w14:paraId="3E81FF08" w14:textId="4D834E25" w:rsidR="00EC5322" w:rsidRDefault="00586989" w:rsidP="0083460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3/0/2</w:t>
            </w:r>
          </w:p>
        </w:tc>
        <w:tc>
          <w:tcPr>
            <w:tcW w:w="425" w:type="dxa"/>
            <w:textDirection w:val="lrTbV"/>
            <w:vAlign w:val="center"/>
          </w:tcPr>
          <w:p w14:paraId="1C21BCA3" w14:textId="49EAEF08" w:rsidR="00EC5322" w:rsidRDefault="006724FD" w:rsidP="0083460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6</w:t>
            </w:r>
          </w:p>
        </w:tc>
        <w:tc>
          <w:tcPr>
            <w:tcW w:w="2552" w:type="dxa"/>
            <w:vAlign w:val="center"/>
          </w:tcPr>
          <w:p w14:paraId="1EAA6D76" w14:textId="77777777" w:rsidR="00EC5322" w:rsidRDefault="006724FD" w:rsidP="008346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Lamija Kolarević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ass</w:t>
            </w:r>
            <w:proofErr w:type="spellEnd"/>
          </w:p>
          <w:p w14:paraId="63178A87" w14:textId="3C3ECC61" w:rsidR="003F6D2D" w:rsidRDefault="003F6D2D" w:rsidP="008346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Samela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Selimović,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ass</w:t>
            </w:r>
            <w:proofErr w:type="spellEnd"/>
          </w:p>
          <w:p w14:paraId="554E6DD0" w14:textId="06A234B0" w:rsidR="006724FD" w:rsidRDefault="006724FD" w:rsidP="008346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42653126" w14:textId="407D8BD3" w:rsidR="00EC5322" w:rsidRDefault="00B147C0" w:rsidP="0083460F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  <w:p w14:paraId="23A9626F" w14:textId="0F653914" w:rsidR="00D91006" w:rsidRDefault="007317C1" w:rsidP="0083460F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</w:p>
          <w:p w14:paraId="3CD7B209" w14:textId="3F1B6708" w:rsidR="00D91006" w:rsidRDefault="00D91006" w:rsidP="0083460F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509E5FCB" w14:textId="1993821B" w:rsidR="00EC5322" w:rsidRDefault="00B147C0" w:rsidP="0083460F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  <w:p w14:paraId="1F9EE929" w14:textId="70EC5521" w:rsidR="00D91006" w:rsidRDefault="007317C1" w:rsidP="0083460F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  <w:p w14:paraId="39D5C535" w14:textId="66CDDE2A" w:rsidR="00D91006" w:rsidRDefault="00D91006" w:rsidP="0083460F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2551" w:type="dxa"/>
            <w:vAlign w:val="center"/>
          </w:tcPr>
          <w:p w14:paraId="0B9E8D3A" w14:textId="77777777" w:rsidR="00D91006" w:rsidRDefault="00D91006" w:rsidP="00D910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Lamija Kolarević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ass</w:t>
            </w:r>
            <w:proofErr w:type="spellEnd"/>
          </w:p>
          <w:p w14:paraId="58FB5619" w14:textId="6B63A3EB" w:rsidR="00EC5322" w:rsidRDefault="00B147C0" w:rsidP="008346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Lejla Mekić,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isp</w:t>
            </w:r>
            <w:proofErr w:type="spellEnd"/>
          </w:p>
        </w:tc>
        <w:tc>
          <w:tcPr>
            <w:tcW w:w="567" w:type="dxa"/>
            <w:textDirection w:val="lrTbV"/>
            <w:vAlign w:val="center"/>
          </w:tcPr>
          <w:p w14:paraId="6DDE8149" w14:textId="77777777" w:rsidR="00EC5322" w:rsidRDefault="00324768" w:rsidP="0083460F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  <w:p w14:paraId="3D22E0BD" w14:textId="0C12B539" w:rsidR="00324768" w:rsidRDefault="00324768" w:rsidP="0083460F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579" w:type="dxa"/>
            <w:textDirection w:val="lrTbV"/>
            <w:vAlign w:val="center"/>
          </w:tcPr>
          <w:p w14:paraId="00A09827" w14:textId="77777777" w:rsidR="00EC5322" w:rsidRDefault="00324768" w:rsidP="00324768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4</w:t>
            </w:r>
          </w:p>
          <w:p w14:paraId="7E147C76" w14:textId="2BF9AEBE" w:rsidR="00324768" w:rsidRDefault="00324768" w:rsidP="00324768">
            <w:pPr>
              <w:spacing w:after="0" w:line="200" w:lineRule="exact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04" w:type="dxa"/>
            <w:vAlign w:val="center"/>
          </w:tcPr>
          <w:p w14:paraId="7221DD9B" w14:textId="77777777" w:rsidR="00EC5322" w:rsidRDefault="003F6D2D" w:rsidP="00B147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Preraspodjela sati vježbi na nastavnim predmetima iz UNO </w:t>
            </w: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Farma</w:t>
            </w:r>
            <w:r w:rsidR="00801EC2">
              <w:rPr>
                <w:rFonts w:ascii="Times New Roman" w:hAnsi="Times New Roman"/>
                <w:sz w:val="18"/>
                <w:szCs w:val="18"/>
                <w:lang w:val="bs-Latn-BA"/>
              </w:rPr>
              <w:t>kognozija</w:t>
            </w:r>
            <w:r w:rsidRPr="00007D78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zbog</w:t>
            </w:r>
            <w:r w:rsidR="00801EC2">
              <w:rPr>
                <w:rFonts w:ascii="Times New Roman" w:hAnsi="Times New Roman"/>
                <w:sz w:val="18"/>
                <w:szCs w:val="18"/>
                <w:lang w:val="bs-Latn-BA"/>
              </w:rPr>
              <w:t>:</w:t>
            </w:r>
          </w:p>
          <w:p w14:paraId="72F7B7D8" w14:textId="645303C6" w:rsidR="00801EC2" w:rsidRPr="00801EC2" w:rsidRDefault="00801EC2" w:rsidP="00801EC2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Trudničko bolovanje duže od 30 dana zaposlenog asistenta </w:t>
            </w:r>
          </w:p>
        </w:tc>
      </w:tr>
      <w:tr w:rsidR="00DD5BCB" w14:paraId="1AB9CC50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6FAF5912" w14:textId="60C258A1" w:rsidR="00DD5BCB" w:rsidRDefault="00DD5BCB" w:rsidP="00DD5B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lastRenderedPageBreak/>
              <w:t>Farmaceutska njega</w:t>
            </w:r>
          </w:p>
        </w:tc>
        <w:tc>
          <w:tcPr>
            <w:tcW w:w="790" w:type="dxa"/>
            <w:vAlign w:val="center"/>
          </w:tcPr>
          <w:p w14:paraId="34F8F695" w14:textId="78FBFBA0" w:rsidR="00DD5BCB" w:rsidRDefault="00DD5BCB" w:rsidP="00DD5B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V/X</w:t>
            </w:r>
          </w:p>
        </w:tc>
        <w:tc>
          <w:tcPr>
            <w:tcW w:w="628" w:type="dxa"/>
            <w:textDirection w:val="lrTbV"/>
            <w:vAlign w:val="center"/>
          </w:tcPr>
          <w:p w14:paraId="4E189376" w14:textId="5823B793" w:rsidR="00DD5BCB" w:rsidRDefault="00DD5BCB" w:rsidP="00DD5BC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1/1/0</w:t>
            </w:r>
          </w:p>
        </w:tc>
        <w:tc>
          <w:tcPr>
            <w:tcW w:w="425" w:type="dxa"/>
            <w:textDirection w:val="lrTbV"/>
            <w:vAlign w:val="center"/>
          </w:tcPr>
          <w:p w14:paraId="1FDDEDD6" w14:textId="10721E24" w:rsidR="00DD5BCB" w:rsidRDefault="00DD5BCB" w:rsidP="00DD5BC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2" w:type="dxa"/>
            <w:vAlign w:val="center"/>
          </w:tcPr>
          <w:p w14:paraId="1FF9E7A9" w14:textId="07C637CE" w:rsidR="00DD5BCB" w:rsidRDefault="00DD5BCB" w:rsidP="00DD5B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proofErr w:type="spellStart"/>
            <w:r w:rsidRPr="004E6BEC">
              <w:rPr>
                <w:rFonts w:ascii="Times New Roman" w:hAnsi="Times New Roman"/>
                <w:sz w:val="18"/>
                <w:szCs w:val="18"/>
                <w:lang w:val="bs-Latn-BA"/>
              </w:rPr>
              <w:t>Dr.sc.Edisa</w:t>
            </w:r>
            <w:proofErr w:type="spellEnd"/>
            <w:r w:rsidRPr="004E6BEC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</w:t>
            </w:r>
            <w:proofErr w:type="spellStart"/>
            <w:r w:rsidRPr="004E6BEC">
              <w:rPr>
                <w:rFonts w:ascii="Times New Roman" w:hAnsi="Times New Roman"/>
                <w:sz w:val="18"/>
                <w:szCs w:val="18"/>
                <w:lang w:val="bs-Latn-BA"/>
              </w:rPr>
              <w:t>Trumić</w:t>
            </w:r>
            <w:proofErr w:type="spellEnd"/>
            <w:r w:rsidR="00304653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Hodžić</w:t>
            </w:r>
            <w:r w:rsidRPr="004E6BEC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, </w:t>
            </w:r>
            <w:proofErr w:type="spellStart"/>
            <w:r w:rsidRPr="004E6BEC">
              <w:rPr>
                <w:rFonts w:ascii="Times New Roman" w:hAnsi="Times New Roman"/>
                <w:sz w:val="18"/>
                <w:szCs w:val="18"/>
                <w:lang w:val="bs-Latn-BA"/>
              </w:rPr>
              <w:t>vanr.prof</w:t>
            </w:r>
            <w:proofErr w:type="spellEnd"/>
            <w:r w:rsidRPr="004E6BEC">
              <w:rPr>
                <w:rFonts w:ascii="Times New Roman" w:hAnsi="Times New Roman"/>
                <w:sz w:val="18"/>
                <w:szCs w:val="18"/>
                <w:lang w:val="bs-Latn-BA"/>
              </w:rPr>
              <w:t>.</w:t>
            </w:r>
          </w:p>
        </w:tc>
        <w:tc>
          <w:tcPr>
            <w:tcW w:w="567" w:type="dxa"/>
            <w:textDirection w:val="lrTbV"/>
            <w:vAlign w:val="center"/>
          </w:tcPr>
          <w:p w14:paraId="51390BB8" w14:textId="6E045FA8" w:rsidR="00DD5BCB" w:rsidRDefault="00002B43" w:rsidP="00DD5BCB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567" w:type="dxa"/>
            <w:textDirection w:val="lrTbV"/>
            <w:vAlign w:val="center"/>
          </w:tcPr>
          <w:p w14:paraId="14837D12" w14:textId="1AB5F347" w:rsidR="00DD5BCB" w:rsidRDefault="00002B43" w:rsidP="00DD5BCB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51" w:type="dxa"/>
            <w:vAlign w:val="center"/>
          </w:tcPr>
          <w:p w14:paraId="1361CC3F" w14:textId="066CD9A4" w:rsidR="00DD5BCB" w:rsidRDefault="00002B43" w:rsidP="00DD5B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Dr.sc. Una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Suljić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Fatić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, viši asistent</w:t>
            </w:r>
          </w:p>
        </w:tc>
        <w:tc>
          <w:tcPr>
            <w:tcW w:w="567" w:type="dxa"/>
            <w:textDirection w:val="lrTbV"/>
            <w:vAlign w:val="center"/>
          </w:tcPr>
          <w:p w14:paraId="29E542E9" w14:textId="0B665391" w:rsidR="00DD5BCB" w:rsidRDefault="00DD5BCB" w:rsidP="00DD5BCB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579" w:type="dxa"/>
            <w:textDirection w:val="lrTbV"/>
            <w:vAlign w:val="center"/>
          </w:tcPr>
          <w:p w14:paraId="5B44BD0F" w14:textId="01722938" w:rsidR="00DD5BCB" w:rsidRDefault="00DD5BCB" w:rsidP="00DD5BCB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2504" w:type="dxa"/>
            <w:vAlign w:val="center"/>
          </w:tcPr>
          <w:p w14:paraId="280C2E53" w14:textId="77777777" w:rsidR="003D306F" w:rsidRDefault="003D306F" w:rsidP="00F40A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7265EB7B" w14:textId="5B3C18D1" w:rsidR="003D306F" w:rsidRDefault="003D306F" w:rsidP="00F40A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Univerzitet u Tuzli je raskinuo Ugovor o angažovanju nastave na integrisanom prvom i drugom ciklusu studija (Odluka o raskidu Ugovora o angažovanju nastave broj:01-234-1/26 od 14.01.2026. g)</w:t>
            </w: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sa Dr.sc.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Edisom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Trumić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Hodžić,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vanr.prof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.</w:t>
            </w:r>
          </w:p>
          <w:p w14:paraId="45F4C50F" w14:textId="7659E9A9" w:rsidR="00F40A22" w:rsidRDefault="00F40A22" w:rsidP="00F40A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Dr.sc. Una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Suljić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Fatić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, viši asistent</w:t>
            </w:r>
            <w:r w:rsidR="00301901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izabrana u saradničko zvanje </w:t>
            </w:r>
            <w:r w:rsidR="005E3DE4">
              <w:rPr>
                <w:rFonts w:ascii="Times New Roman" w:hAnsi="Times New Roman"/>
                <w:sz w:val="18"/>
                <w:szCs w:val="18"/>
                <w:lang w:val="bs-Latn-BA"/>
              </w:rPr>
              <w:t>višeg asistenta ( Odluka o izboru</w:t>
            </w:r>
            <w:r w:rsidR="005636CD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03-6147</w:t>
            </w:r>
            <w:r w:rsidR="00394C2A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-1-9.5/25 od 10.09.2026., </w:t>
            </w:r>
            <w:r w:rsidR="00FD18DC">
              <w:rPr>
                <w:rFonts w:ascii="Times New Roman" w:hAnsi="Times New Roman"/>
                <w:sz w:val="18"/>
                <w:szCs w:val="18"/>
                <w:lang w:val="bs-Latn-BA"/>
              </w:rPr>
              <w:t>ista potvrđena kao konačna Odlukom Senata broj 03</w:t>
            </w:r>
            <w:r w:rsidR="005F6630">
              <w:rPr>
                <w:rFonts w:ascii="Times New Roman" w:hAnsi="Times New Roman"/>
                <w:sz w:val="18"/>
                <w:szCs w:val="18"/>
                <w:lang w:val="bs-Latn-BA"/>
              </w:rPr>
              <w:t>-282-1-17.5/26 od 21.01.2026.)</w:t>
            </w:r>
          </w:p>
          <w:p w14:paraId="4C81D831" w14:textId="77777777" w:rsidR="00F40A22" w:rsidRDefault="00F40A22" w:rsidP="00F40A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  <w:p w14:paraId="7715CF2C" w14:textId="50334E4F" w:rsidR="00DD5BCB" w:rsidRPr="006224E6" w:rsidRDefault="00DD5BCB" w:rsidP="00F40A2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</w:tr>
    </w:tbl>
    <w:p w14:paraId="2FF341F8" w14:textId="77777777" w:rsidR="00315FC9" w:rsidRDefault="00F638D6">
      <w:pPr>
        <w:tabs>
          <w:tab w:val="left" w:pos="7785"/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  <w:t>Prodekan za nastavu i studentska pitanja:</w:t>
      </w:r>
    </w:p>
    <w:p w14:paraId="2FF341F9" w14:textId="306B0B77" w:rsidR="00315FC9" w:rsidRDefault="00F638D6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 xml:space="preserve">Datum usvajanja na NNV/UNV: </w:t>
      </w:r>
      <w:r w:rsidR="00304653">
        <w:rPr>
          <w:rFonts w:ascii="Times New Roman" w:hAnsi="Times New Roman"/>
          <w:lang w:val="bs-Latn-BA"/>
        </w:rPr>
        <w:t>1</w:t>
      </w:r>
      <w:r w:rsidR="0096321C">
        <w:rPr>
          <w:rFonts w:ascii="Times New Roman" w:hAnsi="Times New Roman"/>
          <w:lang w:val="bs-Latn-BA"/>
        </w:rPr>
        <w:t>8</w:t>
      </w:r>
      <w:r>
        <w:rPr>
          <w:rFonts w:ascii="Times New Roman" w:hAnsi="Times New Roman"/>
          <w:lang w:val="bs-Latn-BA"/>
        </w:rPr>
        <w:t>.</w:t>
      </w:r>
      <w:r w:rsidR="005F6630">
        <w:rPr>
          <w:rFonts w:ascii="Times New Roman" w:hAnsi="Times New Roman"/>
          <w:lang w:val="bs-Latn-BA"/>
        </w:rPr>
        <w:t>02</w:t>
      </w:r>
      <w:r>
        <w:rPr>
          <w:rFonts w:ascii="Times New Roman" w:hAnsi="Times New Roman"/>
          <w:lang w:val="bs-Latn-BA"/>
        </w:rPr>
        <w:t>.202</w:t>
      </w:r>
      <w:r w:rsidR="005F6630">
        <w:rPr>
          <w:rFonts w:ascii="Times New Roman" w:hAnsi="Times New Roman"/>
          <w:lang w:val="bs-Latn-BA"/>
        </w:rPr>
        <w:t>6</w:t>
      </w:r>
      <w:r>
        <w:rPr>
          <w:rFonts w:ascii="Times New Roman" w:hAnsi="Times New Roman"/>
          <w:lang w:val="bs-Latn-BA"/>
        </w:rPr>
        <w:t>.</w:t>
      </w:r>
      <w:r>
        <w:rPr>
          <w:rFonts w:ascii="Times New Roman" w:hAnsi="Times New Roman"/>
          <w:lang w:val="bs-Latn-BA"/>
        </w:rPr>
        <w:tab/>
        <w:t xml:space="preserve">Predsjedavajuća Naučno nastavnog vijeća: </w:t>
      </w:r>
    </w:p>
    <w:sectPr w:rsidR="00315FC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C5271" w14:textId="77777777" w:rsidR="000E483E" w:rsidRDefault="000E483E">
      <w:pPr>
        <w:spacing w:line="240" w:lineRule="auto"/>
      </w:pPr>
      <w:r>
        <w:separator/>
      </w:r>
    </w:p>
  </w:endnote>
  <w:endnote w:type="continuationSeparator" w:id="0">
    <w:p w14:paraId="11970240" w14:textId="77777777" w:rsidR="000E483E" w:rsidRDefault="000E48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589F1" w14:textId="77777777" w:rsidR="000E483E" w:rsidRDefault="000E483E">
      <w:pPr>
        <w:spacing w:after="0"/>
      </w:pPr>
      <w:r>
        <w:separator/>
      </w:r>
    </w:p>
  </w:footnote>
  <w:footnote w:type="continuationSeparator" w:id="0">
    <w:p w14:paraId="46B568BE" w14:textId="77777777" w:rsidR="000E483E" w:rsidRDefault="000E483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5E389"/>
    <w:multiLevelType w:val="singleLevel"/>
    <w:tmpl w:val="1BF5E389"/>
    <w:lvl w:ilvl="0">
      <w:start w:val="1"/>
      <w:numFmt w:val="bullet"/>
      <w:lvlText w:val="﹣"/>
      <w:lvlJc w:val="left"/>
      <w:pPr>
        <w:tabs>
          <w:tab w:val="left" w:pos="420"/>
        </w:tabs>
        <w:ind w:left="420" w:hanging="420"/>
      </w:pPr>
      <w:rPr>
        <w:rFonts w:ascii="SimSun" w:eastAsia="SimSun" w:hAnsi="SimSun" w:cs="SimSun" w:hint="default"/>
      </w:rPr>
    </w:lvl>
  </w:abstractNum>
  <w:abstractNum w:abstractNumId="1" w15:restartNumberingAfterBreak="0">
    <w:nsid w:val="7CB04545"/>
    <w:multiLevelType w:val="hybridMultilevel"/>
    <w:tmpl w:val="4686ECAE"/>
    <w:lvl w:ilvl="0" w:tplc="2F240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279991">
    <w:abstractNumId w:val="0"/>
  </w:num>
  <w:num w:numId="2" w16cid:durableId="331569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6368"/>
    <w:rsid w:val="00002B43"/>
    <w:rsid w:val="0000726D"/>
    <w:rsid w:val="00007D78"/>
    <w:rsid w:val="00011948"/>
    <w:rsid w:val="00013B4E"/>
    <w:rsid w:val="00023E31"/>
    <w:rsid w:val="000360EF"/>
    <w:rsid w:val="000361B6"/>
    <w:rsid w:val="00036BDC"/>
    <w:rsid w:val="000458A3"/>
    <w:rsid w:val="00052391"/>
    <w:rsid w:val="00070D88"/>
    <w:rsid w:val="00074AE2"/>
    <w:rsid w:val="00086949"/>
    <w:rsid w:val="00095BAD"/>
    <w:rsid w:val="000A14E0"/>
    <w:rsid w:val="000B16AB"/>
    <w:rsid w:val="000B2183"/>
    <w:rsid w:val="000B459A"/>
    <w:rsid w:val="000C4596"/>
    <w:rsid w:val="000C4F50"/>
    <w:rsid w:val="000C58C9"/>
    <w:rsid w:val="000D28F9"/>
    <w:rsid w:val="000E483E"/>
    <w:rsid w:val="000E67D1"/>
    <w:rsid w:val="000E7DFB"/>
    <w:rsid w:val="000F03F1"/>
    <w:rsid w:val="0011636F"/>
    <w:rsid w:val="001247D1"/>
    <w:rsid w:val="001263CB"/>
    <w:rsid w:val="00135270"/>
    <w:rsid w:val="00144100"/>
    <w:rsid w:val="001470A5"/>
    <w:rsid w:val="00151F35"/>
    <w:rsid w:val="001609AC"/>
    <w:rsid w:val="001619A0"/>
    <w:rsid w:val="00165612"/>
    <w:rsid w:val="00166E5F"/>
    <w:rsid w:val="001679D1"/>
    <w:rsid w:val="001720AB"/>
    <w:rsid w:val="00176B43"/>
    <w:rsid w:val="00180A05"/>
    <w:rsid w:val="00182482"/>
    <w:rsid w:val="00187F20"/>
    <w:rsid w:val="00191777"/>
    <w:rsid w:val="00192D6D"/>
    <w:rsid w:val="001967B1"/>
    <w:rsid w:val="001A1F22"/>
    <w:rsid w:val="001C5DF1"/>
    <w:rsid w:val="001D0C2E"/>
    <w:rsid w:val="001D5FB8"/>
    <w:rsid w:val="001D7E95"/>
    <w:rsid w:val="00201892"/>
    <w:rsid w:val="0020449B"/>
    <w:rsid w:val="0020498A"/>
    <w:rsid w:val="00206368"/>
    <w:rsid w:val="00206ADE"/>
    <w:rsid w:val="0021030F"/>
    <w:rsid w:val="002144DD"/>
    <w:rsid w:val="00223E2F"/>
    <w:rsid w:val="00225B94"/>
    <w:rsid w:val="00231A60"/>
    <w:rsid w:val="00241DCA"/>
    <w:rsid w:val="00243F57"/>
    <w:rsid w:val="002459EB"/>
    <w:rsid w:val="00250509"/>
    <w:rsid w:val="0025672F"/>
    <w:rsid w:val="002665F4"/>
    <w:rsid w:val="00286525"/>
    <w:rsid w:val="00287205"/>
    <w:rsid w:val="00290DB6"/>
    <w:rsid w:val="0029304B"/>
    <w:rsid w:val="002A5FE8"/>
    <w:rsid w:val="002C1D33"/>
    <w:rsid w:val="002C3C76"/>
    <w:rsid w:val="002E0D4A"/>
    <w:rsid w:val="002E1C8D"/>
    <w:rsid w:val="002E299A"/>
    <w:rsid w:val="002E6101"/>
    <w:rsid w:val="002F683C"/>
    <w:rsid w:val="002F6C4D"/>
    <w:rsid w:val="0030095F"/>
    <w:rsid w:val="003012FD"/>
    <w:rsid w:val="00301901"/>
    <w:rsid w:val="00304653"/>
    <w:rsid w:val="00315FC9"/>
    <w:rsid w:val="003221DE"/>
    <w:rsid w:val="00324768"/>
    <w:rsid w:val="00327450"/>
    <w:rsid w:val="003351C7"/>
    <w:rsid w:val="00341626"/>
    <w:rsid w:val="00353B29"/>
    <w:rsid w:val="003624F0"/>
    <w:rsid w:val="00363B92"/>
    <w:rsid w:val="00372795"/>
    <w:rsid w:val="003739D0"/>
    <w:rsid w:val="00382539"/>
    <w:rsid w:val="003878A0"/>
    <w:rsid w:val="00394C2A"/>
    <w:rsid w:val="003A7FFC"/>
    <w:rsid w:val="003B33CB"/>
    <w:rsid w:val="003B3729"/>
    <w:rsid w:val="003B3E4E"/>
    <w:rsid w:val="003B7859"/>
    <w:rsid w:val="003C314C"/>
    <w:rsid w:val="003C64BE"/>
    <w:rsid w:val="003D206C"/>
    <w:rsid w:val="003D306F"/>
    <w:rsid w:val="003E1896"/>
    <w:rsid w:val="003E5412"/>
    <w:rsid w:val="003E7AEB"/>
    <w:rsid w:val="003F02E3"/>
    <w:rsid w:val="003F0396"/>
    <w:rsid w:val="003F39B9"/>
    <w:rsid w:val="003F424A"/>
    <w:rsid w:val="003F6636"/>
    <w:rsid w:val="003F6D2D"/>
    <w:rsid w:val="003F6E57"/>
    <w:rsid w:val="00410101"/>
    <w:rsid w:val="00415CEC"/>
    <w:rsid w:val="00422B55"/>
    <w:rsid w:val="004234A0"/>
    <w:rsid w:val="004317B5"/>
    <w:rsid w:val="00434005"/>
    <w:rsid w:val="0043572E"/>
    <w:rsid w:val="00443967"/>
    <w:rsid w:val="00451671"/>
    <w:rsid w:val="00491D1D"/>
    <w:rsid w:val="004A1C16"/>
    <w:rsid w:val="004A2E3F"/>
    <w:rsid w:val="004A381E"/>
    <w:rsid w:val="004A61E2"/>
    <w:rsid w:val="004B2B2A"/>
    <w:rsid w:val="004B798C"/>
    <w:rsid w:val="004C3236"/>
    <w:rsid w:val="004C36F2"/>
    <w:rsid w:val="004C6B0C"/>
    <w:rsid w:val="004D307F"/>
    <w:rsid w:val="004D43A1"/>
    <w:rsid w:val="004D61DF"/>
    <w:rsid w:val="004E65D0"/>
    <w:rsid w:val="004E6BEC"/>
    <w:rsid w:val="004F0F37"/>
    <w:rsid w:val="004F7D62"/>
    <w:rsid w:val="005042E9"/>
    <w:rsid w:val="00511529"/>
    <w:rsid w:val="005133D8"/>
    <w:rsid w:val="005149C9"/>
    <w:rsid w:val="00516495"/>
    <w:rsid w:val="00520A7F"/>
    <w:rsid w:val="00524315"/>
    <w:rsid w:val="00537368"/>
    <w:rsid w:val="00552225"/>
    <w:rsid w:val="005561AF"/>
    <w:rsid w:val="005571BE"/>
    <w:rsid w:val="005636CD"/>
    <w:rsid w:val="0056506C"/>
    <w:rsid w:val="00573DDB"/>
    <w:rsid w:val="00586989"/>
    <w:rsid w:val="00586B00"/>
    <w:rsid w:val="00591B80"/>
    <w:rsid w:val="00597683"/>
    <w:rsid w:val="005B3A49"/>
    <w:rsid w:val="005C1578"/>
    <w:rsid w:val="005C472B"/>
    <w:rsid w:val="005C5340"/>
    <w:rsid w:val="005C7638"/>
    <w:rsid w:val="005D3BB6"/>
    <w:rsid w:val="005D6810"/>
    <w:rsid w:val="005E26D3"/>
    <w:rsid w:val="005E3DE4"/>
    <w:rsid w:val="005F6630"/>
    <w:rsid w:val="00620D46"/>
    <w:rsid w:val="006224E6"/>
    <w:rsid w:val="00626831"/>
    <w:rsid w:val="006475FE"/>
    <w:rsid w:val="00663346"/>
    <w:rsid w:val="006724FD"/>
    <w:rsid w:val="00677BEC"/>
    <w:rsid w:val="0068785F"/>
    <w:rsid w:val="006910B9"/>
    <w:rsid w:val="006918FE"/>
    <w:rsid w:val="006A3D9E"/>
    <w:rsid w:val="006B1D2E"/>
    <w:rsid w:val="006B2C20"/>
    <w:rsid w:val="006B4B7D"/>
    <w:rsid w:val="006D0B6D"/>
    <w:rsid w:val="006D585E"/>
    <w:rsid w:val="006E13D7"/>
    <w:rsid w:val="006E1D22"/>
    <w:rsid w:val="006E558F"/>
    <w:rsid w:val="006E5F5D"/>
    <w:rsid w:val="006E63EC"/>
    <w:rsid w:val="006F51DB"/>
    <w:rsid w:val="006F5383"/>
    <w:rsid w:val="006F6D14"/>
    <w:rsid w:val="00701F0A"/>
    <w:rsid w:val="00705AC9"/>
    <w:rsid w:val="00706613"/>
    <w:rsid w:val="007215AF"/>
    <w:rsid w:val="00723396"/>
    <w:rsid w:val="00725F18"/>
    <w:rsid w:val="007317C1"/>
    <w:rsid w:val="00734754"/>
    <w:rsid w:val="00736DA1"/>
    <w:rsid w:val="007464ED"/>
    <w:rsid w:val="007549C8"/>
    <w:rsid w:val="007555AE"/>
    <w:rsid w:val="007560C8"/>
    <w:rsid w:val="007569A9"/>
    <w:rsid w:val="00760EEE"/>
    <w:rsid w:val="00765180"/>
    <w:rsid w:val="007909EC"/>
    <w:rsid w:val="007A0102"/>
    <w:rsid w:val="007A2940"/>
    <w:rsid w:val="007C3387"/>
    <w:rsid w:val="007C6A7D"/>
    <w:rsid w:val="007D6A28"/>
    <w:rsid w:val="007E2508"/>
    <w:rsid w:val="007E2BAF"/>
    <w:rsid w:val="007E39B1"/>
    <w:rsid w:val="007E668C"/>
    <w:rsid w:val="007F3242"/>
    <w:rsid w:val="007F3A6D"/>
    <w:rsid w:val="007F7202"/>
    <w:rsid w:val="0080041A"/>
    <w:rsid w:val="00801EC2"/>
    <w:rsid w:val="0080418F"/>
    <w:rsid w:val="008050EC"/>
    <w:rsid w:val="008101F6"/>
    <w:rsid w:val="00830964"/>
    <w:rsid w:val="0083460F"/>
    <w:rsid w:val="00845C8F"/>
    <w:rsid w:val="00862839"/>
    <w:rsid w:val="00865FBF"/>
    <w:rsid w:val="00866427"/>
    <w:rsid w:val="00870884"/>
    <w:rsid w:val="008743F2"/>
    <w:rsid w:val="00882641"/>
    <w:rsid w:val="00892E46"/>
    <w:rsid w:val="00894EFF"/>
    <w:rsid w:val="00896DC6"/>
    <w:rsid w:val="008A0942"/>
    <w:rsid w:val="008B3724"/>
    <w:rsid w:val="008B726C"/>
    <w:rsid w:val="008C3481"/>
    <w:rsid w:val="008C4987"/>
    <w:rsid w:val="008D5905"/>
    <w:rsid w:val="008D6AE7"/>
    <w:rsid w:val="008D750E"/>
    <w:rsid w:val="008E2B01"/>
    <w:rsid w:val="008E2E31"/>
    <w:rsid w:val="00900972"/>
    <w:rsid w:val="009104F9"/>
    <w:rsid w:val="00912AB1"/>
    <w:rsid w:val="0092241A"/>
    <w:rsid w:val="00926101"/>
    <w:rsid w:val="0092740C"/>
    <w:rsid w:val="00934128"/>
    <w:rsid w:val="00952C6E"/>
    <w:rsid w:val="00953030"/>
    <w:rsid w:val="00953195"/>
    <w:rsid w:val="00956519"/>
    <w:rsid w:val="0096321C"/>
    <w:rsid w:val="0097214B"/>
    <w:rsid w:val="00977731"/>
    <w:rsid w:val="009821A0"/>
    <w:rsid w:val="0098686A"/>
    <w:rsid w:val="00995D67"/>
    <w:rsid w:val="00997001"/>
    <w:rsid w:val="00997762"/>
    <w:rsid w:val="009A5DD1"/>
    <w:rsid w:val="009A750B"/>
    <w:rsid w:val="009B5B93"/>
    <w:rsid w:val="009C1C73"/>
    <w:rsid w:val="009C623B"/>
    <w:rsid w:val="009D1DA2"/>
    <w:rsid w:val="009D39E1"/>
    <w:rsid w:val="009D743D"/>
    <w:rsid w:val="009F0004"/>
    <w:rsid w:val="009F5A37"/>
    <w:rsid w:val="00A00F1B"/>
    <w:rsid w:val="00A06F7C"/>
    <w:rsid w:val="00A27EFB"/>
    <w:rsid w:val="00A4027F"/>
    <w:rsid w:val="00A4041C"/>
    <w:rsid w:val="00A46A9B"/>
    <w:rsid w:val="00A507FD"/>
    <w:rsid w:val="00A618D4"/>
    <w:rsid w:val="00A632F4"/>
    <w:rsid w:val="00A65107"/>
    <w:rsid w:val="00A66219"/>
    <w:rsid w:val="00A742D3"/>
    <w:rsid w:val="00A75055"/>
    <w:rsid w:val="00A7789E"/>
    <w:rsid w:val="00A87CF6"/>
    <w:rsid w:val="00A9233D"/>
    <w:rsid w:val="00AA07D8"/>
    <w:rsid w:val="00AA61E5"/>
    <w:rsid w:val="00AB15C5"/>
    <w:rsid w:val="00AC6757"/>
    <w:rsid w:val="00AD7523"/>
    <w:rsid w:val="00AE39D5"/>
    <w:rsid w:val="00AE6405"/>
    <w:rsid w:val="00AE6579"/>
    <w:rsid w:val="00B03D00"/>
    <w:rsid w:val="00B14515"/>
    <w:rsid w:val="00B147C0"/>
    <w:rsid w:val="00B15CBD"/>
    <w:rsid w:val="00B263D7"/>
    <w:rsid w:val="00B266A1"/>
    <w:rsid w:val="00B266E6"/>
    <w:rsid w:val="00B277F0"/>
    <w:rsid w:val="00B429D8"/>
    <w:rsid w:val="00B455CB"/>
    <w:rsid w:val="00B46D3E"/>
    <w:rsid w:val="00B4704D"/>
    <w:rsid w:val="00B53703"/>
    <w:rsid w:val="00B571CC"/>
    <w:rsid w:val="00B61073"/>
    <w:rsid w:val="00B65810"/>
    <w:rsid w:val="00B81DDD"/>
    <w:rsid w:val="00B82A9A"/>
    <w:rsid w:val="00B84F9F"/>
    <w:rsid w:val="00B9061B"/>
    <w:rsid w:val="00BB4C5E"/>
    <w:rsid w:val="00BB5871"/>
    <w:rsid w:val="00BC7A67"/>
    <w:rsid w:val="00BD0F43"/>
    <w:rsid w:val="00BD6FA2"/>
    <w:rsid w:val="00BD7B8A"/>
    <w:rsid w:val="00BE17B3"/>
    <w:rsid w:val="00BF0609"/>
    <w:rsid w:val="00BF11B3"/>
    <w:rsid w:val="00C00DA2"/>
    <w:rsid w:val="00C040A5"/>
    <w:rsid w:val="00C04827"/>
    <w:rsid w:val="00C142EC"/>
    <w:rsid w:val="00C25F4E"/>
    <w:rsid w:val="00C27A95"/>
    <w:rsid w:val="00C3742C"/>
    <w:rsid w:val="00C41943"/>
    <w:rsid w:val="00C439F4"/>
    <w:rsid w:val="00C54A10"/>
    <w:rsid w:val="00C6137D"/>
    <w:rsid w:val="00C64ECF"/>
    <w:rsid w:val="00C75BCE"/>
    <w:rsid w:val="00C85F5D"/>
    <w:rsid w:val="00C874E8"/>
    <w:rsid w:val="00CA1C0B"/>
    <w:rsid w:val="00CA3DB5"/>
    <w:rsid w:val="00CB027E"/>
    <w:rsid w:val="00CB1095"/>
    <w:rsid w:val="00CB5E1B"/>
    <w:rsid w:val="00CB7400"/>
    <w:rsid w:val="00CC6D94"/>
    <w:rsid w:val="00CC7A73"/>
    <w:rsid w:val="00CD01F6"/>
    <w:rsid w:val="00CD1499"/>
    <w:rsid w:val="00CD28D9"/>
    <w:rsid w:val="00CD54CB"/>
    <w:rsid w:val="00CE7BED"/>
    <w:rsid w:val="00CF06B4"/>
    <w:rsid w:val="00CF1099"/>
    <w:rsid w:val="00D14794"/>
    <w:rsid w:val="00D16F66"/>
    <w:rsid w:val="00D17804"/>
    <w:rsid w:val="00D208E5"/>
    <w:rsid w:val="00D248DC"/>
    <w:rsid w:val="00D24C23"/>
    <w:rsid w:val="00D2703E"/>
    <w:rsid w:val="00D333DC"/>
    <w:rsid w:val="00D3342E"/>
    <w:rsid w:val="00D5412F"/>
    <w:rsid w:val="00D80782"/>
    <w:rsid w:val="00D91006"/>
    <w:rsid w:val="00D926B3"/>
    <w:rsid w:val="00DA311B"/>
    <w:rsid w:val="00DA7C65"/>
    <w:rsid w:val="00DB2CBC"/>
    <w:rsid w:val="00DB5246"/>
    <w:rsid w:val="00DC28C0"/>
    <w:rsid w:val="00DD2D9C"/>
    <w:rsid w:val="00DD5BCB"/>
    <w:rsid w:val="00DD7BC2"/>
    <w:rsid w:val="00DE5387"/>
    <w:rsid w:val="00DE6AC5"/>
    <w:rsid w:val="00DE6E84"/>
    <w:rsid w:val="00E03F0D"/>
    <w:rsid w:val="00E04D63"/>
    <w:rsid w:val="00E1248B"/>
    <w:rsid w:val="00E1360D"/>
    <w:rsid w:val="00E17411"/>
    <w:rsid w:val="00E27877"/>
    <w:rsid w:val="00E32D9D"/>
    <w:rsid w:val="00E376F0"/>
    <w:rsid w:val="00E5386D"/>
    <w:rsid w:val="00E54A53"/>
    <w:rsid w:val="00E62233"/>
    <w:rsid w:val="00E6309B"/>
    <w:rsid w:val="00E66A79"/>
    <w:rsid w:val="00E831E2"/>
    <w:rsid w:val="00E83DC4"/>
    <w:rsid w:val="00E86BD8"/>
    <w:rsid w:val="00E932E4"/>
    <w:rsid w:val="00E94F8A"/>
    <w:rsid w:val="00EA2C38"/>
    <w:rsid w:val="00EB403C"/>
    <w:rsid w:val="00EB47B4"/>
    <w:rsid w:val="00EB6E97"/>
    <w:rsid w:val="00EC3B22"/>
    <w:rsid w:val="00EC49CB"/>
    <w:rsid w:val="00EC5322"/>
    <w:rsid w:val="00EC5694"/>
    <w:rsid w:val="00EC6E75"/>
    <w:rsid w:val="00EE00E5"/>
    <w:rsid w:val="00EE1E2D"/>
    <w:rsid w:val="00EE3A76"/>
    <w:rsid w:val="00EF2873"/>
    <w:rsid w:val="00EF2FCF"/>
    <w:rsid w:val="00EF39B3"/>
    <w:rsid w:val="00EF5393"/>
    <w:rsid w:val="00EF5E46"/>
    <w:rsid w:val="00F11D1B"/>
    <w:rsid w:val="00F1625B"/>
    <w:rsid w:val="00F3225F"/>
    <w:rsid w:val="00F359BC"/>
    <w:rsid w:val="00F40A22"/>
    <w:rsid w:val="00F41DD3"/>
    <w:rsid w:val="00F4504D"/>
    <w:rsid w:val="00F5258B"/>
    <w:rsid w:val="00F557C0"/>
    <w:rsid w:val="00F6332C"/>
    <w:rsid w:val="00F638D6"/>
    <w:rsid w:val="00F65B93"/>
    <w:rsid w:val="00F65E85"/>
    <w:rsid w:val="00F671AF"/>
    <w:rsid w:val="00F7092C"/>
    <w:rsid w:val="00F72B29"/>
    <w:rsid w:val="00F74D79"/>
    <w:rsid w:val="00F7533E"/>
    <w:rsid w:val="00F76EBD"/>
    <w:rsid w:val="00F86EE2"/>
    <w:rsid w:val="00F9189C"/>
    <w:rsid w:val="00F91ACC"/>
    <w:rsid w:val="00FA03AE"/>
    <w:rsid w:val="00FB5548"/>
    <w:rsid w:val="00FC1B30"/>
    <w:rsid w:val="00FC6D75"/>
    <w:rsid w:val="00FC7CE3"/>
    <w:rsid w:val="00FD0E6C"/>
    <w:rsid w:val="00FD18DC"/>
    <w:rsid w:val="00FD1BAE"/>
    <w:rsid w:val="00FD37E7"/>
    <w:rsid w:val="00FD6B29"/>
    <w:rsid w:val="00FD7162"/>
    <w:rsid w:val="00FE74D2"/>
    <w:rsid w:val="00FF32FE"/>
    <w:rsid w:val="00FF6423"/>
    <w:rsid w:val="043D4575"/>
    <w:rsid w:val="054B46DC"/>
    <w:rsid w:val="06056A6E"/>
    <w:rsid w:val="0CB43498"/>
    <w:rsid w:val="0DCD0D76"/>
    <w:rsid w:val="0F9E3E16"/>
    <w:rsid w:val="13F13588"/>
    <w:rsid w:val="152260BC"/>
    <w:rsid w:val="154766E3"/>
    <w:rsid w:val="15FD2AA2"/>
    <w:rsid w:val="18DF5509"/>
    <w:rsid w:val="1CE01DF0"/>
    <w:rsid w:val="1E49362B"/>
    <w:rsid w:val="1E981141"/>
    <w:rsid w:val="1F33045A"/>
    <w:rsid w:val="20C43BF7"/>
    <w:rsid w:val="22D97EBC"/>
    <w:rsid w:val="240E784B"/>
    <w:rsid w:val="26DF4E6D"/>
    <w:rsid w:val="2D580F5B"/>
    <w:rsid w:val="2F581996"/>
    <w:rsid w:val="2FA92D39"/>
    <w:rsid w:val="33B378A7"/>
    <w:rsid w:val="356C3BAA"/>
    <w:rsid w:val="36B3269F"/>
    <w:rsid w:val="38AB452C"/>
    <w:rsid w:val="39EE3018"/>
    <w:rsid w:val="3B8C172E"/>
    <w:rsid w:val="42091F04"/>
    <w:rsid w:val="45AB21DA"/>
    <w:rsid w:val="4750610E"/>
    <w:rsid w:val="4C147660"/>
    <w:rsid w:val="501D29FE"/>
    <w:rsid w:val="58605108"/>
    <w:rsid w:val="5BD5353A"/>
    <w:rsid w:val="5FB151A6"/>
    <w:rsid w:val="652374D0"/>
    <w:rsid w:val="6A7342AA"/>
    <w:rsid w:val="6ADD0B5E"/>
    <w:rsid w:val="6C76025E"/>
    <w:rsid w:val="73B57063"/>
    <w:rsid w:val="77A1504F"/>
    <w:rsid w:val="7B413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340AC"/>
  <w15:docId w15:val="{4536DB4B-B00F-44EB-B364-7D4CBBAB5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hr-BA" w:eastAsia="hr-B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 w:qFormat="1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3DB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99"/>
    <w:unhideWhenUsed/>
    <w:rsid w:val="00C54A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mir\Application%20Data\Microsoft\Templates\Dop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D1A8C-5420-478A-AC47-67DFF5B3C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</Template>
  <TotalTime>398</TotalTime>
  <Pages>3</Pages>
  <Words>483</Words>
  <Characters>2755</Characters>
  <Application>Microsoft Office Word</Application>
  <DocSecurity>0</DocSecurity>
  <Lines>22</Lines>
  <Paragraphs>6</Paragraphs>
  <ScaleCrop>false</ScaleCrop>
  <Company>Grizli777</Company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Esmeralda Dautovic</cp:lastModifiedBy>
  <cp:revision>226</cp:revision>
  <cp:lastPrinted>2025-10-13T11:50:00Z</cp:lastPrinted>
  <dcterms:created xsi:type="dcterms:W3CDTF">2021-02-25T08:38:00Z</dcterms:created>
  <dcterms:modified xsi:type="dcterms:W3CDTF">2026-02-12T14:13:00Z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ICV">
    <vt:lpwstr>9BD3D91350AC44BCA66D0D14E03DD6E3_13</vt:lpwstr>
  </property>
</Properties>
</file>